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71DEB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B77681" w14:paraId="2A0D3997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57236C47" w14:textId="77777777" w:rsidR="00AF7E8C" w:rsidRPr="000E0C52" w:rsidRDefault="00F6260D" w:rsidP="00CA427F">
            <w:r>
              <w:rPr>
                <w:noProof/>
              </w:rPr>
              <w:drawing>
                <wp:inline distT="0" distB="0" distL="0" distR="0" wp14:anchorId="453802F0" wp14:editId="10D581E3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04FDCA92" w14:textId="77777777" w:rsidR="00AF7E8C" w:rsidRPr="00C062D1" w:rsidRDefault="00F6260D" w:rsidP="007E3B6B">
            <w:pPr>
              <w:pStyle w:val="ZhlavNadpis1dek"/>
            </w:pPr>
            <w:r w:rsidRPr="00F914AD">
              <w:t>Postup při žádosti o odplombování a opětné zaplombování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1750F04C" w14:textId="77777777" w:rsidR="00AF7E8C" w:rsidRPr="00F73419" w:rsidRDefault="00F6260D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171F625D" w14:textId="28645FE3" w:rsidR="00AF7E8C" w:rsidRPr="00F73419" w:rsidRDefault="00F6260D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41102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95DEA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B77681" w14:paraId="4F92119E" w14:textId="77777777" w:rsidTr="008D4AD4">
        <w:trPr>
          <w:trHeight w:val="283"/>
        </w:trPr>
        <w:tc>
          <w:tcPr>
            <w:tcW w:w="1814" w:type="dxa"/>
            <w:vMerge/>
          </w:tcPr>
          <w:p w14:paraId="58672B59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08F6D8D7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00E96BFA" w14:textId="77777777" w:rsidR="00AF7E8C" w:rsidRPr="001722A9" w:rsidRDefault="00F6260D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15E00E52" w14:textId="77777777" w:rsidR="00AF7E8C" w:rsidRPr="00AF7E8C" w:rsidRDefault="00F6260D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1.4.2019</w:t>
            </w:r>
          </w:p>
        </w:tc>
      </w:tr>
      <w:tr w:rsidR="00B77681" w14:paraId="28F6F60F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31BAB7B9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632703C7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AC8E5BF" w14:textId="77777777" w:rsidR="00AF7E8C" w:rsidRPr="00F73419" w:rsidRDefault="00F6260D" w:rsidP="009B2593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822C547" w14:textId="77777777" w:rsidR="00AF7E8C" w:rsidRPr="00AF7E8C" w:rsidRDefault="00F6260D" w:rsidP="00AF7E8C">
            <w:pPr>
              <w:pStyle w:val="Zhlavdatuminnost"/>
            </w:pPr>
            <w:r>
              <w:t>15.4.2019</w:t>
            </w:r>
          </w:p>
        </w:tc>
      </w:tr>
      <w:tr w:rsidR="00B77681" w14:paraId="09E9BFAC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254A58F2" w14:textId="77777777" w:rsidR="00AF7E8C" w:rsidRPr="00A44570" w:rsidRDefault="00F6260D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3042F7EF" w14:textId="77777777" w:rsidR="00AF7E8C" w:rsidRPr="00CA427F" w:rsidRDefault="00F6260D" w:rsidP="009E7E75">
            <w:pPr>
              <w:pStyle w:val="ZhlavNadpis2dek"/>
            </w:pPr>
            <w:r w:rsidRPr="00473E8F">
              <w:t>EC</w:t>
            </w:r>
            <w:r w:rsidR="009E7E75" w:rsidRPr="00473E8F">
              <w:t>D</w:t>
            </w:r>
            <w:r w:rsidRPr="00473E8F">
              <w:t>-PP-</w:t>
            </w:r>
            <w:r w:rsidR="00473E8F" w:rsidRPr="00473E8F">
              <w:t>327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142E5243" w14:textId="77777777" w:rsidR="00AF7E8C" w:rsidRPr="00CA427F" w:rsidRDefault="00F6260D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50167DED" w14:textId="77777777" w:rsidR="00AF7E8C" w:rsidRPr="00CA427F" w:rsidRDefault="00F6260D" w:rsidP="00CA427F">
            <w:pPr>
              <w:pStyle w:val="Zhlavrevize"/>
            </w:pPr>
            <w:r>
              <w:t>0</w:t>
            </w:r>
          </w:p>
        </w:tc>
      </w:tr>
    </w:tbl>
    <w:p w14:paraId="676AE367" w14:textId="77777777" w:rsidR="00372D63" w:rsidRDefault="00372D63" w:rsidP="00E25EFB"/>
    <w:p w14:paraId="0AA2CFEC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B77681" w14:paraId="1A48ADD8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230F3A9F" w14:textId="77777777" w:rsidR="00372D63" w:rsidRPr="000E0C52" w:rsidRDefault="00F6260D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</w:t>
            </w:r>
            <w:r w:rsidRPr="00473E8F">
              <w:rPr>
                <w:b/>
                <w:bCs/>
              </w:rPr>
              <w:t>pokyn PP-</w:t>
            </w:r>
            <w:r w:rsidR="00473E8F" w:rsidRPr="00473E8F">
              <w:rPr>
                <w:b/>
                <w:bCs/>
              </w:rPr>
              <w:t>327</w:t>
            </w:r>
            <w:r w:rsidRPr="00473E8F">
              <w:rPr>
                <w:b/>
                <w:bCs/>
              </w:rPr>
              <w:t xml:space="preserve"> společnosti </w:t>
            </w:r>
            <w:r w:rsidR="0040585A" w:rsidRPr="00473E8F">
              <w:rPr>
                <w:b/>
                <w:bCs/>
              </w:rPr>
              <w:t>E.</w:t>
            </w:r>
            <w:r w:rsidR="0040585A">
              <w:rPr>
                <w:b/>
                <w:bCs/>
              </w:rPr>
              <w:t xml:space="preserve">ON </w:t>
            </w:r>
            <w:r w:rsidR="009E7E75">
              <w:rPr>
                <w:b/>
              </w:rPr>
              <w:t>Distribuce, a.s.</w:t>
            </w:r>
          </w:p>
        </w:tc>
      </w:tr>
      <w:tr w:rsidR="00B77681" w14:paraId="2966F9AE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71420744" w14:textId="77777777" w:rsidR="00372D63" w:rsidRPr="000E0C52" w:rsidRDefault="00F6260D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0D1DA6B4" w14:textId="77777777" w:rsidR="00372D63" w:rsidRPr="000E0C52" w:rsidRDefault="00F6260D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591098D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68284EF8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6D6A7DBF" w14:textId="77777777" w:rsidR="00372D63" w:rsidRPr="000E0C52" w:rsidRDefault="00F6260D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B77681" w14:paraId="11C7D0AA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6E855443" w14:textId="77777777" w:rsidR="00372D63" w:rsidRPr="000E0C52" w:rsidRDefault="00F6260D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0BFE7632" w14:textId="77777777" w:rsidR="00372D63" w:rsidRPr="000E0C52" w:rsidRDefault="00F6260D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3C090659" w14:textId="596D244A" w:rsidR="00372D63" w:rsidRPr="000E0C52" w:rsidRDefault="00F6260D" w:rsidP="00402C37">
            <w:pPr>
              <w:jc w:val="center"/>
            </w:pPr>
            <w:r>
              <w:t xml:space="preserve">Správa </w:t>
            </w:r>
            <w:r w:rsidR="00D95DEA">
              <w:t>m</w:t>
            </w:r>
            <w:r>
              <w:t>ěření</w:t>
            </w:r>
          </w:p>
        </w:tc>
        <w:tc>
          <w:tcPr>
            <w:tcW w:w="2268" w:type="dxa"/>
            <w:vAlign w:val="center"/>
          </w:tcPr>
          <w:p w14:paraId="41456849" w14:textId="77777777" w:rsidR="00372D63" w:rsidRPr="000E0C52" w:rsidRDefault="00F6260D" w:rsidP="00D95DEA">
            <w:pPr>
              <w:jc w:val="center"/>
            </w:pPr>
            <w:r>
              <w:t>Košíček Michal</w:t>
            </w:r>
          </w:p>
        </w:tc>
        <w:tc>
          <w:tcPr>
            <w:tcW w:w="1986" w:type="dxa"/>
            <w:vAlign w:val="center"/>
          </w:tcPr>
          <w:p w14:paraId="1EBE9E33" w14:textId="77777777" w:rsidR="00372D63" w:rsidRPr="000E0C52" w:rsidRDefault="00372D63" w:rsidP="00402C37"/>
        </w:tc>
      </w:tr>
      <w:tr w:rsidR="00B77681" w14:paraId="6C694CCD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399CBDD5" w14:textId="77777777" w:rsidR="00372D63" w:rsidRPr="000E0C52" w:rsidRDefault="00F6260D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D2B776F" w14:textId="77777777" w:rsidR="00372D63" w:rsidRPr="000E0C52" w:rsidRDefault="00F6260D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1791BC1C" w14:textId="77777777" w:rsidR="00372D63" w:rsidRPr="000E0C52" w:rsidRDefault="00F6260D" w:rsidP="00402C37">
            <w:pPr>
              <w:jc w:val="center"/>
            </w:pPr>
            <w:r>
              <w:t>Správa TPM</w:t>
            </w:r>
          </w:p>
        </w:tc>
        <w:tc>
          <w:tcPr>
            <w:tcW w:w="2268" w:type="dxa"/>
            <w:vAlign w:val="center"/>
          </w:tcPr>
          <w:p w14:paraId="4CEA4F65" w14:textId="77777777" w:rsidR="00372D63" w:rsidRPr="000E0C52" w:rsidRDefault="00F6260D" w:rsidP="00D95DEA">
            <w:pPr>
              <w:jc w:val="center"/>
            </w:pPr>
            <w:r>
              <w:t xml:space="preserve">Marada </w:t>
            </w:r>
            <w:r w:rsidR="00A41438">
              <w:t>M</w:t>
            </w:r>
            <w:r>
              <w:t>artin</w:t>
            </w:r>
          </w:p>
        </w:tc>
        <w:tc>
          <w:tcPr>
            <w:tcW w:w="1986" w:type="dxa"/>
          </w:tcPr>
          <w:p w14:paraId="53F4ABA2" w14:textId="77777777" w:rsidR="00372D63" w:rsidRPr="000E0C52" w:rsidRDefault="00372D63" w:rsidP="00402C37"/>
        </w:tc>
      </w:tr>
    </w:tbl>
    <w:p w14:paraId="1EB44458" w14:textId="579FC9A6" w:rsidR="00692504" w:rsidRDefault="00692504" w:rsidP="00692504"/>
    <w:p w14:paraId="2807DBEB" w14:textId="77777777" w:rsidR="00D95DEA" w:rsidRDefault="00D95DEA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B77681" w14:paraId="4BB93A44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C91051" w14:textId="77777777" w:rsidR="00D95DEA" w:rsidRPr="000B6DE1" w:rsidRDefault="00F6260D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B524" w14:textId="16764212" w:rsidR="00D95DEA" w:rsidRPr="000B6DE1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E504" w14:textId="23BCA0EC" w:rsidR="00D95DEA" w:rsidRPr="000B6DE1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BA79" w14:textId="646221EE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2C7CB6" w14:textId="77777777" w:rsidR="00D95DEA" w:rsidRPr="00692504" w:rsidRDefault="00D95DEA" w:rsidP="00D95DEA"/>
        </w:tc>
      </w:tr>
      <w:tr w:rsidR="00B77681" w14:paraId="6B63C0AC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FD2EFA" w14:textId="77777777" w:rsidR="00D95DEA" w:rsidRPr="00692504" w:rsidRDefault="00F6260D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FF25A" w14:textId="1A82DF48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1561E" w14:textId="6C231FAB" w:rsidR="00D95DEA" w:rsidRPr="00692504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17432" w14:textId="51D17931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E37DF4" w14:textId="77777777" w:rsidR="00D95DEA" w:rsidRPr="00692504" w:rsidRDefault="00D95DEA" w:rsidP="00D95DEA"/>
        </w:tc>
      </w:tr>
    </w:tbl>
    <w:p w14:paraId="14C5AB69" w14:textId="6E35F976" w:rsidR="00372D63" w:rsidRDefault="00372D63" w:rsidP="00071249"/>
    <w:p w14:paraId="27B027E5" w14:textId="77777777" w:rsidR="00D95DEA" w:rsidRDefault="00D95DEA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B77681" w14:paraId="6C37E445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7E4D949C" w14:textId="77777777" w:rsidR="00372D63" w:rsidRPr="000E0C52" w:rsidRDefault="00F6260D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014B3117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CA7021E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E090CAB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B77681" w14:paraId="063B9BD2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73D177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DBAE9F5" w14:textId="77777777" w:rsidR="00372D63" w:rsidRPr="000E0C52" w:rsidRDefault="00F6260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6AE23C9" w14:textId="195F1FB4" w:rsidR="00372D63" w:rsidRPr="000E0C52" w:rsidRDefault="00F6260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Správa </w:t>
            </w:r>
            <w:r w:rsidR="00D95DEA">
              <w:rPr>
                <w:color w:val="000000"/>
              </w:rPr>
              <w:t>m</w:t>
            </w:r>
            <w:r>
              <w:rPr>
                <w:color w:val="000000"/>
              </w:rPr>
              <w:t>ěření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19FB04F" w14:textId="77777777" w:rsidR="00372D63" w:rsidRPr="000E0C52" w:rsidRDefault="00F6260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Vdolečková Karla</w:t>
            </w:r>
          </w:p>
        </w:tc>
      </w:tr>
    </w:tbl>
    <w:p w14:paraId="37D587F4" w14:textId="77777777" w:rsidR="00372D63" w:rsidRDefault="00372D63" w:rsidP="00071249"/>
    <w:p w14:paraId="15CD6C1E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B77681" w14:paraId="431675A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04B97186" w14:textId="77777777" w:rsidR="00372D63" w:rsidRPr="000E0C52" w:rsidRDefault="00F6260D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5944E51D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  <w:tr w:rsidR="00B77681" w14:paraId="56C83A0D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FAC8BFE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9836093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01C9DF4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54E4561B" w14:textId="77777777" w:rsidR="00372D63" w:rsidRPr="000E0C52" w:rsidRDefault="00F6260D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B77681" w14:paraId="1F1702B6" w14:textId="77777777" w:rsidTr="008D4AD4">
        <w:trPr>
          <w:cantSplit/>
          <w:trHeight w:val="495"/>
        </w:trPr>
        <w:tc>
          <w:tcPr>
            <w:tcW w:w="2836" w:type="dxa"/>
          </w:tcPr>
          <w:p w14:paraId="5A67E24F" w14:textId="77777777" w:rsidR="00372D63" w:rsidRPr="00721DFC" w:rsidRDefault="00F6260D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5E61C584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7E34A7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5ACBE8E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B77681" w14:paraId="0C1970C3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50CFD1A3" w14:textId="77777777" w:rsidR="00372D63" w:rsidRPr="000E0C52" w:rsidRDefault="00F6260D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FAA4C0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333A55F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F5C1EE0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4707A635" w14:textId="77777777" w:rsidR="00372D63" w:rsidRDefault="00372D63" w:rsidP="00071249"/>
    <w:p w14:paraId="0B801008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B77681" w14:paraId="62FE908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F3AF0A" w14:textId="77777777" w:rsidR="00372D63" w:rsidRPr="000E0C52" w:rsidRDefault="00F6260D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8EEBF4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5AFBA7A5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B77681" w14:paraId="24DD31F4" w14:textId="77777777" w:rsidTr="00D95DEA">
        <w:trPr>
          <w:cantSplit/>
          <w:trHeight w:val="704"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B3C03" w14:textId="77777777" w:rsidR="009C4223" w:rsidRPr="000E0C52" w:rsidRDefault="00F6260D" w:rsidP="009B2593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7A5B44" w14:textId="47A2B90A" w:rsidR="00D95DEA" w:rsidRDefault="00F6260D" w:rsidP="009B2593">
            <w:r w:rsidRPr="008E2B56">
              <w:t>DI_</w:t>
            </w:r>
            <w:r w:rsidR="00473E8F" w:rsidRPr="00473E8F">
              <w:t xml:space="preserve">P_Měření, </w:t>
            </w:r>
          </w:p>
          <w:p w14:paraId="5E19F51D" w14:textId="14F8A03E" w:rsidR="009C4223" w:rsidRPr="00310221" w:rsidRDefault="00F6260D" w:rsidP="009B2593">
            <w:r w:rsidRPr="008E2B56">
              <w:t>DI_P_Provoz sítě VN a NN</w:t>
            </w:r>
          </w:p>
        </w:tc>
      </w:tr>
    </w:tbl>
    <w:p w14:paraId="54D21E01" w14:textId="77777777" w:rsidR="009C4223" w:rsidRDefault="009C4223" w:rsidP="00071249"/>
    <w:p w14:paraId="1BD5E754" w14:textId="77777777" w:rsidR="00372D63" w:rsidRDefault="00372D63" w:rsidP="00E25EFB"/>
    <w:p w14:paraId="7818489F" w14:textId="77777777" w:rsidR="00372D63" w:rsidRPr="00703561" w:rsidRDefault="00F6260D" w:rsidP="00703561">
      <w:pPr>
        <w:pStyle w:val="Kapitola"/>
      </w:pPr>
      <w:bookmarkStart w:id="0" w:name="_Toc149718696"/>
      <w:bookmarkStart w:id="1" w:name="_Toc285017132"/>
      <w:bookmarkStart w:id="2" w:name="_Toc4157290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B77681" w14:paraId="0D80C9B0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6A6E410" w14:textId="77777777" w:rsidR="00372D63" w:rsidRDefault="00F6260D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5B880DA8" w14:textId="77777777" w:rsidR="00372D63" w:rsidRDefault="00F6260D" w:rsidP="007C33E0">
            <w:pPr>
              <w:pStyle w:val="Tabulkatun"/>
            </w:pPr>
            <w:r>
              <w:t>Popis změny</w:t>
            </w:r>
          </w:p>
        </w:tc>
      </w:tr>
      <w:tr w:rsidR="00B77681" w14:paraId="78713D84" w14:textId="77777777" w:rsidTr="00D95DEA">
        <w:tc>
          <w:tcPr>
            <w:tcW w:w="1814" w:type="dxa"/>
            <w:tcBorders>
              <w:top w:val="single" w:sz="12" w:space="0" w:color="auto"/>
            </w:tcBorders>
            <w:vAlign w:val="center"/>
          </w:tcPr>
          <w:p w14:paraId="20C62EBE" w14:textId="32E5E162" w:rsidR="00372D63" w:rsidRDefault="00F6260D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6DFC05A3" w14:textId="2FE23193" w:rsidR="00372D63" w:rsidRPr="00703561" w:rsidRDefault="00F6260D" w:rsidP="00703561">
            <w:pPr>
              <w:pStyle w:val="Tabulkanormln"/>
            </w:pPr>
            <w:r>
              <w:t xml:space="preserve">Převod dokumentu </w:t>
            </w:r>
            <w:r w:rsidR="009C0433">
              <w:t>ECZR-PP-DS-215 z IŘD ECZR SDS do</w:t>
            </w:r>
            <w:r>
              <w:t xml:space="preserve"> </w:t>
            </w:r>
            <w:r w:rsidR="00D95DEA">
              <w:t xml:space="preserve">IŘD </w:t>
            </w:r>
            <w:r>
              <w:t>ECD</w:t>
            </w:r>
            <w:r w:rsidR="00D95DEA">
              <w:t xml:space="preserve"> v souvislosti s přechodem ECZR SDS do ECD k 1.1.2019 pod novým číselným označením ECD-PP-327. A</w:t>
            </w:r>
            <w:r w:rsidR="009C0433">
              <w:t>ktualizace OJ dle aktuální organizační struktury</w:t>
            </w:r>
            <w:r w:rsidR="00D95DEA">
              <w:t>.</w:t>
            </w:r>
          </w:p>
        </w:tc>
      </w:tr>
      <w:tr w:rsidR="00B77681" w14:paraId="660D9304" w14:textId="77777777" w:rsidTr="008D4AD4">
        <w:tc>
          <w:tcPr>
            <w:tcW w:w="1814" w:type="dxa"/>
          </w:tcPr>
          <w:p w14:paraId="2B51E22C" w14:textId="77777777" w:rsidR="00372D63" w:rsidRDefault="00F6260D" w:rsidP="007C33E0">
            <w:pPr>
              <w:pStyle w:val="Tabulkanormln"/>
            </w:pPr>
            <w:r>
              <w:t>4.2.3.</w:t>
            </w:r>
          </w:p>
        </w:tc>
        <w:tc>
          <w:tcPr>
            <w:tcW w:w="7257" w:type="dxa"/>
          </w:tcPr>
          <w:p w14:paraId="7F5E7724" w14:textId="77777777" w:rsidR="00372D63" w:rsidRPr="00703561" w:rsidRDefault="00F6260D" w:rsidP="00703561">
            <w:pPr>
              <w:pStyle w:val="Tabulkanormln"/>
            </w:pPr>
            <w:r>
              <w:t>Doplnění plombování aliančními partnery</w:t>
            </w:r>
          </w:p>
        </w:tc>
      </w:tr>
      <w:tr w:rsidR="00B77681" w14:paraId="09CAFCE7" w14:textId="77777777" w:rsidTr="008D4AD4">
        <w:tc>
          <w:tcPr>
            <w:tcW w:w="1814" w:type="dxa"/>
          </w:tcPr>
          <w:p w14:paraId="31CDF2D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4EB1680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523DD9C0" w14:textId="77777777" w:rsidTr="008D4AD4">
        <w:tc>
          <w:tcPr>
            <w:tcW w:w="1814" w:type="dxa"/>
          </w:tcPr>
          <w:p w14:paraId="4B54D99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12BA3F6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20C9C348" w14:textId="77777777" w:rsidTr="008D4AD4">
        <w:tc>
          <w:tcPr>
            <w:tcW w:w="1814" w:type="dxa"/>
          </w:tcPr>
          <w:p w14:paraId="29D77C3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C5C956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1D27154" w14:textId="77777777" w:rsidTr="008D4AD4">
        <w:tc>
          <w:tcPr>
            <w:tcW w:w="1814" w:type="dxa"/>
          </w:tcPr>
          <w:p w14:paraId="77556F3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3990E9D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12B95EF9" w14:textId="77777777" w:rsidTr="008D4AD4">
        <w:tc>
          <w:tcPr>
            <w:tcW w:w="1814" w:type="dxa"/>
          </w:tcPr>
          <w:p w14:paraId="41528A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69CA6D8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85718B1" w14:textId="77777777" w:rsidTr="008D4AD4">
        <w:tc>
          <w:tcPr>
            <w:tcW w:w="1814" w:type="dxa"/>
          </w:tcPr>
          <w:p w14:paraId="6C7D3A4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B312B4E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E8E44E0" w14:textId="77777777" w:rsidTr="008D4AD4">
        <w:tc>
          <w:tcPr>
            <w:tcW w:w="1814" w:type="dxa"/>
          </w:tcPr>
          <w:p w14:paraId="505B117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0BA1A42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8567BAA" w14:textId="77777777" w:rsidTr="008D4AD4">
        <w:tc>
          <w:tcPr>
            <w:tcW w:w="1814" w:type="dxa"/>
          </w:tcPr>
          <w:p w14:paraId="02F4F24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FEA040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C939E57" w14:textId="77777777" w:rsidTr="008D4AD4">
        <w:tc>
          <w:tcPr>
            <w:tcW w:w="1814" w:type="dxa"/>
          </w:tcPr>
          <w:p w14:paraId="78D2ED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EDB4284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3398577" w14:textId="77777777" w:rsidTr="008D4AD4">
        <w:tc>
          <w:tcPr>
            <w:tcW w:w="1814" w:type="dxa"/>
          </w:tcPr>
          <w:p w14:paraId="562E480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88DCE8B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220ACB54" w14:textId="77777777" w:rsidTr="008D4AD4">
        <w:tc>
          <w:tcPr>
            <w:tcW w:w="1814" w:type="dxa"/>
          </w:tcPr>
          <w:p w14:paraId="50C1C6F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4FB26C3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2B604536" w14:textId="77777777" w:rsidTr="008D4AD4">
        <w:tc>
          <w:tcPr>
            <w:tcW w:w="1814" w:type="dxa"/>
          </w:tcPr>
          <w:p w14:paraId="132709B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BAD88A7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31BC6D38" w14:textId="77777777" w:rsidTr="008D4AD4">
        <w:tc>
          <w:tcPr>
            <w:tcW w:w="1814" w:type="dxa"/>
          </w:tcPr>
          <w:p w14:paraId="274BFA9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8D941C2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3F1CB625" w14:textId="77777777" w:rsidTr="008D4AD4">
        <w:tc>
          <w:tcPr>
            <w:tcW w:w="1814" w:type="dxa"/>
          </w:tcPr>
          <w:p w14:paraId="24B6CA9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3870D7A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E7DC73C" w14:textId="77777777" w:rsidTr="008D4AD4">
        <w:tc>
          <w:tcPr>
            <w:tcW w:w="1814" w:type="dxa"/>
          </w:tcPr>
          <w:p w14:paraId="4B84857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6008F14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DF7F2F2" w14:textId="77777777" w:rsidTr="008D4AD4">
        <w:tc>
          <w:tcPr>
            <w:tcW w:w="1814" w:type="dxa"/>
          </w:tcPr>
          <w:p w14:paraId="4A5121E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58DDA2F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59B41CD7" w14:textId="77777777" w:rsidTr="008D4AD4">
        <w:tc>
          <w:tcPr>
            <w:tcW w:w="1814" w:type="dxa"/>
          </w:tcPr>
          <w:p w14:paraId="3C301EC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D18C116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74551B1B" w14:textId="77777777" w:rsidTr="008D4AD4">
        <w:tc>
          <w:tcPr>
            <w:tcW w:w="1814" w:type="dxa"/>
          </w:tcPr>
          <w:p w14:paraId="6DC358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A2B908B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C2CFAFB" w14:textId="77777777" w:rsidTr="008D4AD4">
        <w:tc>
          <w:tcPr>
            <w:tcW w:w="1814" w:type="dxa"/>
          </w:tcPr>
          <w:p w14:paraId="7FFDC95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621725C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32E7646F" w14:textId="77777777" w:rsidTr="008D4AD4">
        <w:tc>
          <w:tcPr>
            <w:tcW w:w="1814" w:type="dxa"/>
          </w:tcPr>
          <w:p w14:paraId="34A5349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0DE8028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6F079E40" w14:textId="77777777" w:rsidTr="008D4AD4">
        <w:tc>
          <w:tcPr>
            <w:tcW w:w="1814" w:type="dxa"/>
          </w:tcPr>
          <w:p w14:paraId="7204D1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DE0AADC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283E128A" w14:textId="77777777" w:rsidTr="008D4AD4">
        <w:tc>
          <w:tcPr>
            <w:tcW w:w="1814" w:type="dxa"/>
          </w:tcPr>
          <w:p w14:paraId="124EDF6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6DD70D2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D157E96" w14:textId="77777777" w:rsidTr="008D4AD4">
        <w:tc>
          <w:tcPr>
            <w:tcW w:w="1814" w:type="dxa"/>
          </w:tcPr>
          <w:p w14:paraId="705A01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7F7EB95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4E69583" w14:textId="77777777" w:rsidTr="008D4AD4">
        <w:tc>
          <w:tcPr>
            <w:tcW w:w="1814" w:type="dxa"/>
          </w:tcPr>
          <w:p w14:paraId="0CA5F09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BE896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2BF2ED0" w14:textId="77777777" w:rsidTr="008D4AD4">
        <w:tc>
          <w:tcPr>
            <w:tcW w:w="1814" w:type="dxa"/>
          </w:tcPr>
          <w:p w14:paraId="5D02A65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9B36890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7926257E" w14:textId="77777777" w:rsidTr="008D4AD4">
        <w:tc>
          <w:tcPr>
            <w:tcW w:w="1814" w:type="dxa"/>
          </w:tcPr>
          <w:p w14:paraId="7B73948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C155337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5954A12A" w14:textId="77777777" w:rsidTr="008D4AD4">
        <w:tc>
          <w:tcPr>
            <w:tcW w:w="1814" w:type="dxa"/>
          </w:tcPr>
          <w:p w14:paraId="47793BA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0F31AB7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D4E168D" w14:textId="77777777" w:rsidTr="008D4AD4">
        <w:tc>
          <w:tcPr>
            <w:tcW w:w="1814" w:type="dxa"/>
          </w:tcPr>
          <w:p w14:paraId="1EB7BB6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9DFF0C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569B887" w14:textId="77777777" w:rsidTr="008D4AD4">
        <w:tc>
          <w:tcPr>
            <w:tcW w:w="1814" w:type="dxa"/>
          </w:tcPr>
          <w:p w14:paraId="07C3D2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E740ED3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3CA535D0" w14:textId="77777777" w:rsidTr="008D4AD4">
        <w:tc>
          <w:tcPr>
            <w:tcW w:w="1814" w:type="dxa"/>
          </w:tcPr>
          <w:p w14:paraId="03D8E0E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2388077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5ED76933" w14:textId="77777777" w:rsidTr="008D4AD4">
        <w:tc>
          <w:tcPr>
            <w:tcW w:w="1814" w:type="dxa"/>
          </w:tcPr>
          <w:p w14:paraId="290E4B9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476062B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5FD8CEE7" w14:textId="77777777" w:rsidTr="008D4AD4">
        <w:tc>
          <w:tcPr>
            <w:tcW w:w="1814" w:type="dxa"/>
          </w:tcPr>
          <w:p w14:paraId="08EBB19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9463F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F44E340" w14:textId="77777777" w:rsidTr="008D4AD4">
        <w:tc>
          <w:tcPr>
            <w:tcW w:w="1814" w:type="dxa"/>
          </w:tcPr>
          <w:p w14:paraId="1B8662F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D8F588D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1EB46022" w14:textId="77777777" w:rsidTr="008D4AD4">
        <w:tc>
          <w:tcPr>
            <w:tcW w:w="1814" w:type="dxa"/>
          </w:tcPr>
          <w:p w14:paraId="20CEF9C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50ED82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4416439" w14:textId="77777777" w:rsidTr="008D4AD4">
        <w:tc>
          <w:tcPr>
            <w:tcW w:w="1814" w:type="dxa"/>
          </w:tcPr>
          <w:p w14:paraId="08D8ABE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47958E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6F2DCEF5" w14:textId="77777777" w:rsidTr="008D4AD4">
        <w:tc>
          <w:tcPr>
            <w:tcW w:w="1814" w:type="dxa"/>
          </w:tcPr>
          <w:p w14:paraId="5BAE871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18179E3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6127205D" w14:textId="77777777" w:rsidTr="008D4AD4">
        <w:tc>
          <w:tcPr>
            <w:tcW w:w="1814" w:type="dxa"/>
          </w:tcPr>
          <w:p w14:paraId="4B69708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70E0D76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FCE81E7" w14:textId="77777777" w:rsidTr="008D4AD4">
        <w:tc>
          <w:tcPr>
            <w:tcW w:w="1814" w:type="dxa"/>
          </w:tcPr>
          <w:p w14:paraId="351167F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7CEB3A4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6848E814" w14:textId="77777777" w:rsidTr="008D4AD4">
        <w:tc>
          <w:tcPr>
            <w:tcW w:w="1814" w:type="dxa"/>
          </w:tcPr>
          <w:p w14:paraId="405A675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73B4813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4827B567" w14:textId="77777777" w:rsidTr="008D4AD4">
        <w:tc>
          <w:tcPr>
            <w:tcW w:w="1814" w:type="dxa"/>
          </w:tcPr>
          <w:p w14:paraId="4FFC25A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73E3298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2DCE604C" w14:textId="77777777" w:rsidTr="008D4AD4">
        <w:tc>
          <w:tcPr>
            <w:tcW w:w="1814" w:type="dxa"/>
          </w:tcPr>
          <w:p w14:paraId="3667157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BB08440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0D102013" w14:textId="77777777" w:rsidTr="008D4AD4">
        <w:tc>
          <w:tcPr>
            <w:tcW w:w="1814" w:type="dxa"/>
          </w:tcPr>
          <w:p w14:paraId="6150FD4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126DED" w14:textId="77777777" w:rsidR="00372D63" w:rsidRPr="00703561" w:rsidRDefault="00372D63" w:rsidP="00703561">
            <w:pPr>
              <w:pStyle w:val="Tabulkanormln"/>
            </w:pPr>
          </w:p>
        </w:tc>
      </w:tr>
      <w:tr w:rsidR="00B77681" w14:paraId="6AE08D9B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3EAB3FD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ABDB549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3A55637" w14:textId="77777777" w:rsidR="00372D63" w:rsidRDefault="00372D63" w:rsidP="007C33E0">
      <w:pPr>
        <w:rPr>
          <w:i/>
          <w:iCs/>
          <w:sz w:val="16"/>
          <w:szCs w:val="16"/>
        </w:rPr>
      </w:pPr>
    </w:p>
    <w:p w14:paraId="38E94CD4" w14:textId="77777777" w:rsidR="00372D63" w:rsidRPr="00343410" w:rsidRDefault="00F6260D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69353A7A" w14:textId="77777777" w:rsidR="00372D63" w:rsidRDefault="00372D63" w:rsidP="00A4031F">
      <w:pPr>
        <w:pStyle w:val="Textodstavec"/>
      </w:pPr>
    </w:p>
    <w:p w14:paraId="4618605F" w14:textId="77777777" w:rsidR="00372D63" w:rsidRDefault="00F6260D" w:rsidP="00703561">
      <w:pPr>
        <w:pStyle w:val="Kapitola"/>
      </w:pPr>
      <w:bookmarkStart w:id="3" w:name="_Toc149718698"/>
      <w:bookmarkStart w:id="4" w:name="_Toc285017133"/>
      <w:bookmarkStart w:id="5" w:name="_Toc4157291"/>
      <w:r>
        <w:lastRenderedPageBreak/>
        <w:t>Obsah</w:t>
      </w:r>
      <w:bookmarkEnd w:id="3"/>
      <w:bookmarkEnd w:id="4"/>
      <w:bookmarkEnd w:id="5"/>
    </w:p>
    <w:p w14:paraId="2D834382" w14:textId="452BFB9D" w:rsidR="008E2B56" w:rsidRDefault="00F6260D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4157290" w:history="1">
        <w:r w:rsidR="008E2B56" w:rsidRPr="001833A2">
          <w:rPr>
            <w:rStyle w:val="Hypertextovodkaz"/>
            <w:noProof/>
          </w:rPr>
          <w:t>Změnový list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2</w:t>
        </w:r>
        <w:r w:rsidR="008E2B56">
          <w:rPr>
            <w:noProof/>
            <w:webHidden/>
          </w:rPr>
          <w:fldChar w:fldCharType="end"/>
        </w:r>
      </w:hyperlink>
    </w:p>
    <w:p w14:paraId="1FC19477" w14:textId="1D871A4F" w:rsidR="008E2B56" w:rsidRDefault="008E2B56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1" w:history="1">
        <w:r w:rsidRPr="001833A2">
          <w:rPr>
            <w:rStyle w:val="Hypertextovodkaz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696295" w14:textId="1EED0AE4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2" w:history="1">
        <w:r w:rsidRPr="001833A2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Účel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F7E7AA" w14:textId="3DD0B280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3" w:history="1">
        <w:r w:rsidRPr="001833A2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Oblast působnosti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7F300F" w14:textId="2CC59EB4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4" w:history="1">
        <w:r w:rsidRPr="001833A2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Pojmy - definice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39E57" w14:textId="0D135A58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5" w:history="1">
        <w:r w:rsidRPr="001833A2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Postup při žádosti o odplombování a opětné zaplombování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BE6937" w14:textId="58A58FD0" w:rsidR="008E2B56" w:rsidRDefault="008E2B56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6" w:history="1">
        <w:r w:rsidRPr="001833A2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Činnost zákazníka nebo ELMF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D73554" w14:textId="39E8A137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7" w:history="1">
        <w:r w:rsidRPr="001833A2">
          <w:rPr>
            <w:rStyle w:val="Hypertextovodkaz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Jednotlivé odplombování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25A2E5" w14:textId="5C1ED1A9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8" w:history="1">
        <w:r w:rsidRPr="001833A2">
          <w:rPr>
            <w:rStyle w:val="Hypertextovodkaz"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Hromadné odplombování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E6FAB1" w14:textId="460D7BF8" w:rsidR="008E2B56" w:rsidRDefault="008E2B56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9" w:history="1">
        <w:r w:rsidRPr="001833A2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Činnost Střediska služeb zákazníkům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2C276D" w14:textId="3D026D27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0" w:history="1">
        <w:r w:rsidRPr="001833A2">
          <w:rPr>
            <w:rStyle w:val="Hypertextovodkaz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Jednotlivé odplombování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F1533E" w14:textId="2A4655BD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1" w:history="1">
        <w:r w:rsidRPr="001833A2">
          <w:rPr>
            <w:rStyle w:val="Hypertextovodkaz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Hromadné odplombování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1358C6" w14:textId="32302973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2" w:history="1">
        <w:r w:rsidRPr="001833A2">
          <w:rPr>
            <w:rStyle w:val="Hypertextovodkaz"/>
            <w:noProof/>
          </w:rPr>
          <w:t>4.2.2.1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ELMF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418950" w14:textId="4DA80610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3" w:history="1">
        <w:r w:rsidRPr="001833A2">
          <w:rPr>
            <w:rStyle w:val="Hypertextovodkaz"/>
            <w:noProof/>
          </w:rPr>
          <w:t>4.2.2.2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rekonstrukce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3D6C53" w14:textId="589FB803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4" w:history="1">
        <w:r w:rsidRPr="001833A2">
          <w:rPr>
            <w:rStyle w:val="Hypertextovodkaz"/>
            <w:noProof/>
          </w:rPr>
          <w:t>4.2.2.3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zákazníka v místě s více odběry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7170B7" w14:textId="77563D62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5" w:history="1">
        <w:r w:rsidRPr="001833A2">
          <w:rPr>
            <w:rStyle w:val="Hypertextovodkaz"/>
            <w:noProof/>
          </w:rPr>
          <w:t>4.2.2.4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na zaplombování po investiční akci E.ON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0FDD7AE" w14:textId="39F70EFB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6" w:history="1">
        <w:r w:rsidRPr="001833A2">
          <w:rPr>
            <w:rStyle w:val="Hypertextovodkaz"/>
            <w:noProof/>
          </w:rPr>
          <w:t>4.2.3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Plombování OM aliančním partnerem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47CE5B" w14:textId="0D337429" w:rsidR="008E2B56" w:rsidRDefault="008E2B56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7" w:history="1">
        <w:r w:rsidRPr="001833A2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Činnost montéra: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C44FFA" w14:textId="33A2A10B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8" w:history="1">
        <w:r w:rsidRPr="001833A2">
          <w:rPr>
            <w:rStyle w:val="Hypertextovodkaz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Jednotlivé zaplombování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3D03C5" w14:textId="441C001A" w:rsidR="008E2B56" w:rsidRDefault="008E2B5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9" w:history="1">
        <w:r w:rsidRPr="001833A2">
          <w:rPr>
            <w:rStyle w:val="Hypertextovodkaz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Hromadné zaplombování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BC68BE9" w14:textId="5434AA03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0" w:history="1">
        <w:r w:rsidRPr="001833A2">
          <w:rPr>
            <w:rStyle w:val="Hypertextovodkaz"/>
            <w:noProof/>
          </w:rPr>
          <w:t>4.3.2.1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ELMF a požadavek rekonstrukce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AF24055" w14:textId="3402ECD0" w:rsidR="008E2B56" w:rsidRDefault="008E2B56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1" w:history="1">
        <w:r w:rsidRPr="001833A2">
          <w:rPr>
            <w:rStyle w:val="Hypertextovodkaz"/>
            <w:noProof/>
          </w:rPr>
          <w:t>4.3.2.2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Požadavek zákazníka v místě s více odběry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9B0327" w14:textId="330DA979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2" w:history="1">
        <w:r w:rsidRPr="001833A2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7D4B5D3" w14:textId="70AEEA5F" w:rsidR="008E2B56" w:rsidRDefault="008E2B56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3" w:history="1">
        <w:r w:rsidRPr="001833A2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IŘD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504481" w14:textId="6A99BD8A" w:rsidR="008E2B56" w:rsidRDefault="008E2B56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4" w:history="1">
        <w:r w:rsidRPr="001833A2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Další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60F570" w14:textId="00368BE4" w:rsidR="008E2B56" w:rsidRDefault="008E2B56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5" w:history="1">
        <w:r w:rsidRPr="001833A2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833A2">
          <w:rPr>
            <w:rStyle w:val="Hypertextovodkaz"/>
            <w:noProof/>
          </w:rPr>
          <w:t>Závěrečná a přechodná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_Toc4157315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1DD8A8" w14:textId="6916DF59" w:rsidR="00372D63" w:rsidRDefault="00F6260D" w:rsidP="00763686">
      <w:pPr>
        <w:pStyle w:val="Textodstavec"/>
      </w:pPr>
      <w:r>
        <w:fldChar w:fldCharType="end"/>
      </w:r>
    </w:p>
    <w:p w14:paraId="320D7F19" w14:textId="77777777" w:rsidR="00372D63" w:rsidRPr="002521F1" w:rsidRDefault="00F6260D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4157292"/>
      <w:r w:rsidRPr="002521F1">
        <w:lastRenderedPageBreak/>
        <w:t>Účel</w:t>
      </w:r>
      <w:bookmarkEnd w:id="6"/>
      <w:bookmarkEnd w:id="7"/>
      <w:bookmarkEnd w:id="8"/>
    </w:p>
    <w:p w14:paraId="4AD1A24C" w14:textId="77777777" w:rsidR="00473E8F" w:rsidRDefault="00F6260D" w:rsidP="00473E8F">
      <w:pPr>
        <w:jc w:val="both"/>
        <w:rPr>
          <w:szCs w:val="22"/>
        </w:rPr>
      </w:pPr>
      <w:r>
        <w:rPr>
          <w:szCs w:val="22"/>
        </w:rPr>
        <w:t>Prováděcí pokyn se vydává za účelem sjednocení administrativních a technických činností, jak postupovat při žádosti o odplombování a opětné zaplombování (zajištění proti neoprávněné manipulaci) odběrných míst v oblasti elektro.</w:t>
      </w:r>
    </w:p>
    <w:p w14:paraId="674C0AA2" w14:textId="77777777" w:rsidR="00372D63" w:rsidRDefault="00F6260D" w:rsidP="003F375C">
      <w:pPr>
        <w:pStyle w:val="Nadpis1"/>
      </w:pPr>
      <w:bookmarkStart w:id="9" w:name="_Toc285017135"/>
      <w:bookmarkStart w:id="10" w:name="_Toc4157293"/>
      <w:r>
        <w:t>Oblast působnosti</w:t>
      </w:r>
      <w:bookmarkEnd w:id="9"/>
      <w:bookmarkEnd w:id="10"/>
    </w:p>
    <w:p w14:paraId="6B40DE90" w14:textId="0066680A" w:rsidR="00473E8F" w:rsidRDefault="00F6260D" w:rsidP="00473E8F">
      <w:pPr>
        <w:pStyle w:val="Textodstavec"/>
      </w:pPr>
      <w:r>
        <w:rPr>
          <w:szCs w:val="22"/>
        </w:rPr>
        <w:t>Tento prováděcí pokyn platí pro organizační jednotky EC</w:t>
      </w:r>
      <w:r w:rsidR="008E2B56">
        <w:rPr>
          <w:szCs w:val="22"/>
        </w:rPr>
        <w:t>D</w:t>
      </w:r>
      <w:r>
        <w:rPr>
          <w:szCs w:val="22"/>
        </w:rPr>
        <w:t xml:space="preserve"> </w:t>
      </w:r>
      <w:r w:rsidRPr="00E36F7B">
        <w:t>a</w:t>
      </w:r>
      <w:r>
        <w:t xml:space="preserve"> pracovníky, kteří provádí plombování odběrných míst.</w:t>
      </w:r>
    </w:p>
    <w:p w14:paraId="32A721DD" w14:textId="77777777" w:rsidR="00372D63" w:rsidRDefault="00F6260D" w:rsidP="003F375C">
      <w:pPr>
        <w:pStyle w:val="Nadpis1"/>
      </w:pPr>
      <w:bookmarkStart w:id="11" w:name="_Toc285017136"/>
      <w:bookmarkStart w:id="12" w:name="_Toc4157294"/>
      <w:r>
        <w:t>Pojmy - definice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B77681" w14:paraId="036E4141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0CAF653" w14:textId="77777777" w:rsidR="00372D63" w:rsidRDefault="00F6260D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15589C3B" w14:textId="77777777" w:rsidR="00372D63" w:rsidRDefault="00F6260D" w:rsidP="00CC510D">
            <w:pPr>
              <w:pStyle w:val="Tabulkatun"/>
            </w:pPr>
            <w:r>
              <w:t>Definice</w:t>
            </w:r>
          </w:p>
        </w:tc>
      </w:tr>
      <w:tr w:rsidR="00B77681" w14:paraId="77689221" w14:textId="77777777" w:rsidTr="00CA427F">
        <w:tc>
          <w:tcPr>
            <w:tcW w:w="1814" w:type="dxa"/>
          </w:tcPr>
          <w:p w14:paraId="37CA0878" w14:textId="77777777" w:rsidR="001F3E83" w:rsidRPr="00CA36F1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SSZ</w:t>
            </w:r>
          </w:p>
        </w:tc>
        <w:tc>
          <w:tcPr>
            <w:tcW w:w="7257" w:type="dxa"/>
          </w:tcPr>
          <w:p w14:paraId="5CB3C3BA" w14:textId="77777777" w:rsidR="001F3E83" w:rsidRPr="00CA36F1" w:rsidRDefault="00F6260D" w:rsidP="001F3E83">
            <w:pPr>
              <w:jc w:val="both"/>
            </w:pPr>
            <w:r>
              <w:t>Středisko služeb zákazníkům</w:t>
            </w:r>
          </w:p>
        </w:tc>
      </w:tr>
      <w:tr w:rsidR="00B77681" w14:paraId="1A732A31" w14:textId="77777777" w:rsidTr="00CA427F">
        <w:trPr>
          <w:cantSplit/>
        </w:trPr>
        <w:tc>
          <w:tcPr>
            <w:tcW w:w="1814" w:type="dxa"/>
          </w:tcPr>
          <w:p w14:paraId="01BAFAD9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HZ</w:t>
            </w:r>
          </w:p>
        </w:tc>
        <w:tc>
          <w:tcPr>
            <w:tcW w:w="7257" w:type="dxa"/>
          </w:tcPr>
          <w:p w14:paraId="7D35F7DF" w14:textId="77777777" w:rsidR="001F3E83" w:rsidRPr="00C44D0D" w:rsidRDefault="00F6260D" w:rsidP="001F3E83">
            <w:pPr>
              <w:jc w:val="both"/>
            </w:pPr>
            <w:r>
              <w:t>Hromadný zákazník</w:t>
            </w:r>
          </w:p>
        </w:tc>
      </w:tr>
      <w:tr w:rsidR="00B77681" w14:paraId="3F20F3BF" w14:textId="77777777" w:rsidTr="00CA427F">
        <w:trPr>
          <w:cantSplit/>
        </w:trPr>
        <w:tc>
          <w:tcPr>
            <w:tcW w:w="1814" w:type="dxa"/>
          </w:tcPr>
          <w:p w14:paraId="4F264DE0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SprM</w:t>
            </w:r>
          </w:p>
        </w:tc>
        <w:tc>
          <w:tcPr>
            <w:tcW w:w="7257" w:type="dxa"/>
          </w:tcPr>
          <w:p w14:paraId="0B866D6F" w14:textId="77777777" w:rsidR="001F3E83" w:rsidRPr="00F914AD" w:rsidRDefault="00F6260D" w:rsidP="001F3E83">
            <w:pPr>
              <w:jc w:val="both"/>
              <w:rPr>
                <w:bCs/>
              </w:rPr>
            </w:pPr>
            <w:r>
              <w:rPr>
                <w:bCs/>
              </w:rPr>
              <w:t>Správa měření</w:t>
            </w:r>
          </w:p>
        </w:tc>
      </w:tr>
      <w:tr w:rsidR="00B77681" w14:paraId="1505BB11" w14:textId="77777777" w:rsidTr="00CA427F">
        <w:tc>
          <w:tcPr>
            <w:tcW w:w="1814" w:type="dxa"/>
          </w:tcPr>
          <w:p w14:paraId="6E33B79B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SZ</w:t>
            </w:r>
          </w:p>
        </w:tc>
        <w:tc>
          <w:tcPr>
            <w:tcW w:w="7257" w:type="dxa"/>
          </w:tcPr>
          <w:p w14:paraId="5117B19D" w14:textId="77777777" w:rsidR="001F3E83" w:rsidRPr="00C44D0D" w:rsidRDefault="00F6260D" w:rsidP="001F3E83">
            <w:r>
              <w:t>Servisní zakázka</w:t>
            </w:r>
          </w:p>
        </w:tc>
      </w:tr>
      <w:tr w:rsidR="00B77681" w14:paraId="4337C4AA" w14:textId="77777777" w:rsidTr="00CA427F">
        <w:tc>
          <w:tcPr>
            <w:tcW w:w="1814" w:type="dxa"/>
          </w:tcPr>
          <w:p w14:paraId="17E6254A" w14:textId="77777777" w:rsidR="001F3E83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PP</w:t>
            </w:r>
          </w:p>
        </w:tc>
        <w:tc>
          <w:tcPr>
            <w:tcW w:w="7257" w:type="dxa"/>
          </w:tcPr>
          <w:p w14:paraId="73313E81" w14:textId="77777777" w:rsidR="001F3E83" w:rsidRPr="000D7EBC" w:rsidRDefault="00F6260D" w:rsidP="001F3E83">
            <w:pPr>
              <w:jc w:val="both"/>
            </w:pPr>
            <w:r>
              <w:t>Pracovní příkaz</w:t>
            </w:r>
          </w:p>
        </w:tc>
      </w:tr>
      <w:tr w:rsidR="00B77681" w14:paraId="4A4B1E4E" w14:textId="77777777" w:rsidTr="00CA427F">
        <w:tc>
          <w:tcPr>
            <w:tcW w:w="1814" w:type="dxa"/>
          </w:tcPr>
          <w:p w14:paraId="4D807384" w14:textId="77777777" w:rsidR="001F3E83" w:rsidRPr="00950F7A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OP</w:t>
            </w:r>
          </w:p>
        </w:tc>
        <w:tc>
          <w:tcPr>
            <w:tcW w:w="7257" w:type="dxa"/>
          </w:tcPr>
          <w:p w14:paraId="53DC6CEA" w14:textId="77777777" w:rsidR="001F3E83" w:rsidRPr="00950F7A" w:rsidRDefault="00F6260D" w:rsidP="001F3E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Obchodní partner</w:t>
            </w:r>
          </w:p>
        </w:tc>
      </w:tr>
      <w:tr w:rsidR="00B77681" w14:paraId="38DDCEB9" w14:textId="77777777" w:rsidTr="00CA427F">
        <w:tc>
          <w:tcPr>
            <w:tcW w:w="1814" w:type="dxa"/>
          </w:tcPr>
          <w:p w14:paraId="3ED6733F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OM</w:t>
            </w:r>
          </w:p>
        </w:tc>
        <w:tc>
          <w:tcPr>
            <w:tcW w:w="7257" w:type="dxa"/>
          </w:tcPr>
          <w:p w14:paraId="44101AB8" w14:textId="77777777" w:rsidR="001F3E83" w:rsidRPr="000D7EBC" w:rsidRDefault="00F6260D" w:rsidP="001F3E83">
            <w:pPr>
              <w:jc w:val="both"/>
            </w:pPr>
            <w:r>
              <w:t>Odběrné místo</w:t>
            </w:r>
          </w:p>
        </w:tc>
      </w:tr>
      <w:tr w:rsidR="00B77681" w14:paraId="483991D4" w14:textId="77777777" w:rsidTr="00CA427F">
        <w:tc>
          <w:tcPr>
            <w:tcW w:w="1814" w:type="dxa"/>
          </w:tcPr>
          <w:p w14:paraId="30506CCB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PO</w:t>
            </w:r>
          </w:p>
        </w:tc>
        <w:tc>
          <w:tcPr>
            <w:tcW w:w="7257" w:type="dxa"/>
          </w:tcPr>
          <w:p w14:paraId="186A7C91" w14:textId="77777777" w:rsidR="001F3E83" w:rsidRPr="00C44D0D" w:rsidRDefault="00F6260D" w:rsidP="001F3E83">
            <w:pPr>
              <w:jc w:val="both"/>
            </w:pPr>
            <w:r>
              <w:t>Přípojný objekt</w:t>
            </w:r>
          </w:p>
        </w:tc>
      </w:tr>
      <w:tr w:rsidR="00B77681" w14:paraId="3B131670" w14:textId="77777777" w:rsidTr="00CA427F">
        <w:tc>
          <w:tcPr>
            <w:tcW w:w="1814" w:type="dxa"/>
          </w:tcPr>
          <w:p w14:paraId="639C52F9" w14:textId="77777777" w:rsidR="001F3E83" w:rsidRPr="00200A4C" w:rsidRDefault="00F6260D" w:rsidP="001F3E83">
            <w:pPr>
              <w:pStyle w:val="Tabulkanormln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TPM</w:t>
            </w:r>
          </w:p>
        </w:tc>
        <w:tc>
          <w:tcPr>
            <w:tcW w:w="7257" w:type="dxa"/>
          </w:tcPr>
          <w:p w14:paraId="7F27F5F1" w14:textId="77777777" w:rsidR="001F3E83" w:rsidRPr="00200A4C" w:rsidRDefault="00F6260D" w:rsidP="001F3E83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Technické prostředky měření</w:t>
            </w:r>
          </w:p>
        </w:tc>
      </w:tr>
      <w:tr w:rsidR="00B77681" w14:paraId="648FD6DC" w14:textId="77777777" w:rsidTr="00CA427F">
        <w:tc>
          <w:tcPr>
            <w:tcW w:w="1814" w:type="dxa"/>
          </w:tcPr>
          <w:p w14:paraId="66509223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HDV</w:t>
            </w:r>
          </w:p>
        </w:tc>
        <w:tc>
          <w:tcPr>
            <w:tcW w:w="7257" w:type="dxa"/>
          </w:tcPr>
          <w:p w14:paraId="3C03458C" w14:textId="77777777" w:rsidR="001F3E83" w:rsidRPr="00E066BD" w:rsidRDefault="00F6260D" w:rsidP="001F3E83">
            <w:pPr>
              <w:spacing w:before="40" w:after="20"/>
            </w:pPr>
            <w:r>
              <w:t>Hlavní domovní vedení</w:t>
            </w:r>
          </w:p>
        </w:tc>
      </w:tr>
      <w:tr w:rsidR="00B77681" w14:paraId="61F38806" w14:textId="77777777" w:rsidTr="00CA427F">
        <w:tc>
          <w:tcPr>
            <w:tcW w:w="1814" w:type="dxa"/>
          </w:tcPr>
          <w:p w14:paraId="7D32AF4D" w14:textId="77777777" w:rsidR="001F3E83" w:rsidRPr="00C44D0D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MS</w:t>
            </w:r>
          </w:p>
        </w:tc>
        <w:tc>
          <w:tcPr>
            <w:tcW w:w="7257" w:type="dxa"/>
          </w:tcPr>
          <w:p w14:paraId="1C7C2711" w14:textId="77777777" w:rsidR="001F3E83" w:rsidRPr="00C44D0D" w:rsidRDefault="00F6260D" w:rsidP="001F3E83">
            <w:r>
              <w:t>Místo spotřeby</w:t>
            </w:r>
          </w:p>
        </w:tc>
      </w:tr>
      <w:tr w:rsidR="00B77681" w14:paraId="33C09859" w14:textId="77777777" w:rsidTr="001F3E83">
        <w:tc>
          <w:tcPr>
            <w:tcW w:w="1814" w:type="dxa"/>
            <w:tcBorders>
              <w:bottom w:val="single" w:sz="4" w:space="0" w:color="auto"/>
            </w:tcBorders>
          </w:tcPr>
          <w:p w14:paraId="56B627A5" w14:textId="77777777" w:rsidR="001F3E83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ELMF</w:t>
            </w: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14:paraId="251BBA23" w14:textId="77777777" w:rsidR="001F3E83" w:rsidRDefault="00F6260D" w:rsidP="001F3E83">
            <w:pPr>
              <w:spacing w:before="40" w:after="20"/>
            </w:pPr>
            <w:r>
              <w:t>Elektromontážní firma objednaná zákazníkem</w:t>
            </w:r>
          </w:p>
        </w:tc>
      </w:tr>
      <w:tr w:rsidR="00B77681" w14:paraId="77C95F40" w14:textId="77777777" w:rsidTr="001F3E83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EA15AAE" w14:textId="77777777" w:rsidR="001F3E83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DVU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0F20C8F0" w14:textId="77777777" w:rsidR="001F3E83" w:rsidRDefault="00F6260D" w:rsidP="001F3E83">
            <w:pPr>
              <w:spacing w:before="40" w:after="20"/>
            </w:pPr>
            <w:r>
              <w:t>Druh výkonu údržby</w:t>
            </w:r>
          </w:p>
        </w:tc>
      </w:tr>
      <w:tr w:rsidR="00B77681" w14:paraId="39E90ABA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0357FFB5" w14:textId="77777777" w:rsidR="001F3E83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WF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1F97421" w14:textId="5DD99FAA" w:rsidR="001F3E83" w:rsidRDefault="00F6260D" w:rsidP="001F3E83">
            <w:pPr>
              <w:spacing w:before="40" w:after="20"/>
            </w:pPr>
            <w:r>
              <w:t>Workflow</w:t>
            </w:r>
          </w:p>
        </w:tc>
      </w:tr>
      <w:tr w:rsidR="00B77681" w14:paraId="2ED80389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C4D5B43" w14:textId="77777777" w:rsidR="001B2BD0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RSS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7EB2DD12" w14:textId="77777777" w:rsidR="001B2BD0" w:rsidRDefault="00F6260D" w:rsidP="001F3E83">
            <w:pPr>
              <w:spacing w:before="40" w:after="20"/>
            </w:pPr>
            <w:r>
              <w:t>Regionální správa sítě</w:t>
            </w:r>
          </w:p>
        </w:tc>
      </w:tr>
      <w:tr w:rsidR="00B77681" w14:paraId="27F2954B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00C6C52" w14:textId="77777777" w:rsidR="001B2BD0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MKM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7A45F8D" w14:textId="77777777" w:rsidR="001B2BD0" w:rsidRDefault="00F6260D" w:rsidP="001F3E83">
            <w:pPr>
              <w:spacing w:before="40" w:after="20"/>
            </w:pPr>
            <w:r>
              <w:t>Mobilní klient meteringu</w:t>
            </w:r>
          </w:p>
        </w:tc>
      </w:tr>
      <w:tr w:rsidR="00B77681" w14:paraId="35FF50C5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0561565" w14:textId="77777777" w:rsidR="001F380B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ER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217F918B" w14:textId="77777777" w:rsidR="001F380B" w:rsidRDefault="00F6260D" w:rsidP="001F3E83">
            <w:pPr>
              <w:spacing w:before="40" w:after="20"/>
            </w:pPr>
            <w:r>
              <w:t>Elektroměrový rozvaděč</w:t>
            </w:r>
          </w:p>
        </w:tc>
      </w:tr>
      <w:tr w:rsidR="00B77681" w14:paraId="625F07B0" w14:textId="77777777" w:rsidTr="001F3E83">
        <w:tc>
          <w:tcPr>
            <w:tcW w:w="1814" w:type="dxa"/>
            <w:tcBorders>
              <w:top w:val="single" w:sz="4" w:space="0" w:color="auto"/>
              <w:bottom w:val="single" w:sz="12" w:space="0" w:color="auto"/>
            </w:tcBorders>
          </w:tcPr>
          <w:p w14:paraId="1ECA7627" w14:textId="77777777" w:rsidR="001F380B" w:rsidRDefault="00F6260D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AP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12" w:space="0" w:color="auto"/>
            </w:tcBorders>
          </w:tcPr>
          <w:p w14:paraId="58236ED0" w14:textId="77777777" w:rsidR="001F380B" w:rsidRDefault="00F6260D" w:rsidP="001F3E83">
            <w:pPr>
              <w:spacing w:before="40" w:after="20"/>
            </w:pPr>
            <w:r>
              <w:t>Alianční partner</w:t>
            </w:r>
          </w:p>
        </w:tc>
      </w:tr>
    </w:tbl>
    <w:p w14:paraId="72B6DAE1" w14:textId="77777777" w:rsidR="00372D63" w:rsidRDefault="00F6260D" w:rsidP="003F375C">
      <w:pPr>
        <w:pStyle w:val="Nadpis1"/>
      </w:pPr>
      <w:bookmarkStart w:id="13" w:name="_Toc351026415"/>
      <w:bookmarkStart w:id="14" w:name="_Toc364060369"/>
      <w:bookmarkStart w:id="15" w:name="_Toc514397049"/>
      <w:bookmarkStart w:id="16" w:name="_Toc4157295"/>
      <w:bookmarkStart w:id="17" w:name="_Toc285017137"/>
      <w:r>
        <w:t>Postup při žádosti o odplombování a opětné zaplombování</w:t>
      </w:r>
      <w:bookmarkEnd w:id="13"/>
      <w:bookmarkEnd w:id="14"/>
      <w:bookmarkEnd w:id="15"/>
      <w:bookmarkEnd w:id="16"/>
      <w:r>
        <w:t xml:space="preserve"> </w:t>
      </w:r>
      <w:bookmarkEnd w:id="17"/>
    </w:p>
    <w:p w14:paraId="6BF7D1D0" w14:textId="77777777" w:rsidR="001F3E83" w:rsidRDefault="00F6260D" w:rsidP="001F3E83">
      <w:pPr>
        <w:pStyle w:val="Nadpis2"/>
      </w:pPr>
      <w:bookmarkStart w:id="18" w:name="_Toc351026416"/>
      <w:bookmarkStart w:id="19" w:name="_Toc364060370"/>
      <w:bookmarkStart w:id="20" w:name="_Toc514397050"/>
      <w:bookmarkStart w:id="21" w:name="_Toc4157296"/>
      <w:r>
        <w:t xml:space="preserve">Činnost zákazníka nebo </w:t>
      </w:r>
      <w:bookmarkEnd w:id="18"/>
      <w:r>
        <w:t>ELMF</w:t>
      </w:r>
      <w:bookmarkEnd w:id="19"/>
      <w:bookmarkEnd w:id="20"/>
      <w:bookmarkEnd w:id="21"/>
    </w:p>
    <w:p w14:paraId="1D38FDF1" w14:textId="77777777" w:rsidR="001F3E83" w:rsidRPr="00733222" w:rsidRDefault="00F6260D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 xml:space="preserve">Před zahájením prací na odběrném místě je povinností zákazníka nebo </w:t>
      </w:r>
      <w:r>
        <w:rPr>
          <w:szCs w:val="24"/>
        </w:rPr>
        <w:t>ELMF</w:t>
      </w:r>
      <w:r w:rsidRPr="00733222">
        <w:rPr>
          <w:szCs w:val="24"/>
        </w:rPr>
        <w:t xml:space="preserve"> dopředu nahlásit odplombování odběrného místa.</w:t>
      </w:r>
    </w:p>
    <w:p w14:paraId="2E72D740" w14:textId="77777777" w:rsidR="001F3E83" w:rsidRPr="00ED6B3A" w:rsidRDefault="00F6260D" w:rsidP="001F3E83">
      <w:pPr>
        <w:jc w:val="both"/>
        <w:rPr>
          <w:szCs w:val="24"/>
        </w:rPr>
      </w:pPr>
      <w:r>
        <w:rPr>
          <w:szCs w:val="24"/>
        </w:rPr>
        <w:t xml:space="preserve">     </w:t>
      </w:r>
      <w:r w:rsidRPr="00ED6B3A">
        <w:rPr>
          <w:szCs w:val="24"/>
        </w:rPr>
        <w:t>Zákazník</w:t>
      </w:r>
      <w:r>
        <w:rPr>
          <w:szCs w:val="24"/>
        </w:rPr>
        <w:t xml:space="preserve"> případně ELMF</w:t>
      </w:r>
      <w:r w:rsidRPr="00ED6B3A">
        <w:rPr>
          <w:szCs w:val="24"/>
        </w:rPr>
        <w:t xml:space="preserve"> nahlásí: </w:t>
      </w:r>
    </w:p>
    <w:p w14:paraId="06B87DC8" w14:textId="77777777" w:rsidR="001F3E83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6917FA">
        <w:rPr>
          <w:szCs w:val="24"/>
        </w:rPr>
        <w:t>výrobní číslo elektroměru nebo číslo MS pro vyhledání</w:t>
      </w:r>
    </w:p>
    <w:p w14:paraId="6EBE18BA" w14:textId="77777777" w:rsidR="001F3E83" w:rsidRPr="00733222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>
        <w:rPr>
          <w:szCs w:val="24"/>
        </w:rPr>
        <w:t>adresu místa spotřeby</w:t>
      </w:r>
    </w:p>
    <w:p w14:paraId="0DC784D2" w14:textId="77777777" w:rsidR="001F3E83" w:rsidRPr="00733222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733222">
        <w:rPr>
          <w:szCs w:val="24"/>
        </w:rPr>
        <w:t>důvod odplombování</w:t>
      </w:r>
    </w:p>
    <w:p w14:paraId="3A3F1979" w14:textId="77777777" w:rsidR="001F3E83" w:rsidRPr="00C82057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provedení odplombování</w:t>
      </w:r>
    </w:p>
    <w:p w14:paraId="21C0FEBE" w14:textId="77777777" w:rsidR="001F3E83" w:rsidRPr="00C82057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dokončení</w:t>
      </w:r>
    </w:p>
    <w:p w14:paraId="03F972F4" w14:textId="77777777" w:rsidR="001F3E83" w:rsidRPr="00733222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jméno elektrikáře /název dodavatelské firmy</w:t>
      </w:r>
      <w:r>
        <w:rPr>
          <w:szCs w:val="24"/>
        </w:rPr>
        <w:t>, která odplombování provede</w:t>
      </w:r>
    </w:p>
    <w:p w14:paraId="13BBA966" w14:textId="77777777" w:rsidR="001F3E83" w:rsidRPr="00733222" w:rsidRDefault="00F6260D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telefonní kontakt na elektrikáře / firm</w:t>
      </w:r>
      <w:r>
        <w:rPr>
          <w:szCs w:val="24"/>
        </w:rPr>
        <w:t>u</w:t>
      </w:r>
    </w:p>
    <w:p w14:paraId="215E6EB8" w14:textId="77777777" w:rsidR="001F3E83" w:rsidRPr="004E088B" w:rsidRDefault="001F3E83" w:rsidP="001F3E83">
      <w:pPr>
        <w:pStyle w:val="Textodstavec"/>
      </w:pPr>
    </w:p>
    <w:p w14:paraId="3ECA5951" w14:textId="77777777" w:rsidR="001F3E83" w:rsidRDefault="00F6260D" w:rsidP="001F3E83">
      <w:pPr>
        <w:pStyle w:val="Nadpis3"/>
      </w:pPr>
      <w:bookmarkStart w:id="22" w:name="_Toc351026417"/>
      <w:bookmarkStart w:id="23" w:name="_Toc364060371"/>
      <w:bookmarkStart w:id="24" w:name="_Toc514397051"/>
      <w:bookmarkStart w:id="25" w:name="_Toc4157297"/>
      <w:r>
        <w:t>Jednotlivé odplombování</w:t>
      </w:r>
      <w:bookmarkEnd w:id="22"/>
      <w:bookmarkEnd w:id="23"/>
      <w:bookmarkEnd w:id="24"/>
      <w:bookmarkEnd w:id="25"/>
    </w:p>
    <w:p w14:paraId="73D15569" w14:textId="77777777" w:rsidR="001F3E83" w:rsidRDefault="00F6260D" w:rsidP="001F3E83">
      <w:pPr>
        <w:ind w:left="284"/>
        <w:jc w:val="both"/>
        <w:rPr>
          <w:noProof/>
        </w:rPr>
      </w:pPr>
      <w:r w:rsidRPr="00733222">
        <w:rPr>
          <w:szCs w:val="24"/>
        </w:rPr>
        <w:t xml:space="preserve">Příčinou odplombování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může být buď nutnost odstranění poruchy v</w:t>
      </w:r>
      <w:r>
        <w:rPr>
          <w:szCs w:val="24"/>
        </w:rPr>
        <w:t> </w:t>
      </w:r>
      <w:r w:rsidRPr="00733222">
        <w:rPr>
          <w:szCs w:val="24"/>
        </w:rPr>
        <w:t>elektroinstalaci</w:t>
      </w:r>
      <w:r>
        <w:rPr>
          <w:szCs w:val="24"/>
        </w:rPr>
        <w:t xml:space="preserve"> </w:t>
      </w:r>
      <w:r w:rsidRPr="00733222">
        <w:rPr>
          <w:szCs w:val="24"/>
        </w:rPr>
        <w:t>zákazníka nebo realizace změny smlouvy o</w:t>
      </w:r>
      <w:r>
        <w:rPr>
          <w:szCs w:val="24"/>
        </w:rPr>
        <w:t xml:space="preserve"> </w:t>
      </w:r>
      <w:r w:rsidRPr="00733222">
        <w:rPr>
          <w:szCs w:val="24"/>
        </w:rPr>
        <w:t>dodávce el</w:t>
      </w:r>
      <w:r>
        <w:rPr>
          <w:szCs w:val="24"/>
        </w:rPr>
        <w:t xml:space="preserve">ektrické </w:t>
      </w:r>
      <w:r w:rsidRPr="00733222">
        <w:rPr>
          <w:szCs w:val="24"/>
        </w:rPr>
        <w:t>energie (např. změna</w:t>
      </w:r>
      <w:r>
        <w:rPr>
          <w:szCs w:val="24"/>
        </w:rPr>
        <w:t xml:space="preserve"> </w:t>
      </w:r>
      <w:r w:rsidRPr="00733222">
        <w:rPr>
          <w:szCs w:val="24"/>
        </w:rPr>
        <w:lastRenderedPageBreak/>
        <w:t>z jednotarifního měření na dvoutarifní měření, snížení, nebo zvýšení rez</w:t>
      </w:r>
      <w:r>
        <w:rPr>
          <w:szCs w:val="24"/>
        </w:rPr>
        <w:t xml:space="preserve">ervovaného </w:t>
      </w:r>
      <w:r w:rsidRPr="00733222">
        <w:rPr>
          <w:szCs w:val="24"/>
        </w:rPr>
        <w:t xml:space="preserve">příkonu). V případě poruch je nutné nahlásit porušení plomb </w:t>
      </w:r>
      <w:r>
        <w:rPr>
          <w:szCs w:val="24"/>
        </w:rPr>
        <w:t>neprodleně na SSZ</w:t>
      </w:r>
      <w:r w:rsidRPr="00733222">
        <w:rPr>
          <w:szCs w:val="24"/>
        </w:rPr>
        <w:t>. V</w:t>
      </w:r>
      <w:r>
        <w:rPr>
          <w:szCs w:val="24"/>
        </w:rPr>
        <w:t xml:space="preserve"> </w:t>
      </w:r>
      <w:r w:rsidRPr="00733222">
        <w:rPr>
          <w:szCs w:val="24"/>
        </w:rPr>
        <w:t>případě</w:t>
      </w:r>
      <w:r>
        <w:rPr>
          <w:szCs w:val="24"/>
        </w:rPr>
        <w:t xml:space="preserve"> </w:t>
      </w:r>
      <w:r w:rsidRPr="00733222">
        <w:rPr>
          <w:szCs w:val="24"/>
        </w:rPr>
        <w:t xml:space="preserve">předem naplánované činnosti, je nutné, aby zákazník nebo </w:t>
      </w:r>
      <w:r>
        <w:rPr>
          <w:szCs w:val="24"/>
        </w:rPr>
        <w:t>ELMF</w:t>
      </w:r>
      <w:r w:rsidRPr="00733222">
        <w:rPr>
          <w:szCs w:val="24"/>
        </w:rPr>
        <w:t xml:space="preserve"> dopředu</w:t>
      </w:r>
      <w:r>
        <w:rPr>
          <w:szCs w:val="24"/>
        </w:rPr>
        <w:t xml:space="preserve"> </w:t>
      </w:r>
      <w:r w:rsidRPr="00733222">
        <w:rPr>
          <w:szCs w:val="24"/>
        </w:rPr>
        <w:t>nahlási</w:t>
      </w:r>
      <w:r>
        <w:rPr>
          <w:szCs w:val="24"/>
        </w:rPr>
        <w:t xml:space="preserve">li </w:t>
      </w:r>
      <w:r w:rsidRPr="00733222">
        <w:rPr>
          <w:szCs w:val="24"/>
        </w:rPr>
        <w:t xml:space="preserve">odplombování </w:t>
      </w:r>
      <w:r>
        <w:rPr>
          <w:szCs w:val="24"/>
        </w:rPr>
        <w:t xml:space="preserve">MS (OM) </w:t>
      </w:r>
      <w:r w:rsidRPr="00733222">
        <w:rPr>
          <w:szCs w:val="24"/>
        </w:rPr>
        <w:t>na zákaznickou linku</w:t>
      </w:r>
      <w:r>
        <w:rPr>
          <w:szCs w:val="24"/>
        </w:rPr>
        <w:t xml:space="preserve">, </w:t>
      </w:r>
      <w:r w:rsidRPr="00733222">
        <w:rPr>
          <w:szCs w:val="24"/>
        </w:rPr>
        <w:t>poruchovou službu</w:t>
      </w:r>
      <w:r>
        <w:rPr>
          <w:szCs w:val="24"/>
        </w:rPr>
        <w:t xml:space="preserve"> nebo přes web</w:t>
      </w:r>
      <w:r w:rsidRPr="00733222">
        <w:rPr>
          <w:szCs w:val="24"/>
        </w:rPr>
        <w:t>.</w:t>
      </w:r>
      <w:r>
        <w:rPr>
          <w:szCs w:val="24"/>
        </w:rPr>
        <w:t xml:space="preserve"> MS (OM)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musí </w:t>
      </w:r>
      <w:r w:rsidRPr="00733222">
        <w:rPr>
          <w:bCs/>
          <w:szCs w:val="24"/>
        </w:rPr>
        <w:t>být odplombované na co nejkratší dobu</w:t>
      </w:r>
      <w:r>
        <w:rPr>
          <w:bCs/>
          <w:szCs w:val="24"/>
        </w:rPr>
        <w:t>,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maximální délka odplombování je dva týdny. </w:t>
      </w:r>
      <w:r w:rsidRPr="00724DBA">
        <w:rPr>
          <w:bCs/>
          <w:szCs w:val="24"/>
        </w:rPr>
        <w:t>J</w:t>
      </w:r>
      <w:r w:rsidRPr="00724DBA">
        <w:rPr>
          <w:noProof/>
        </w:rPr>
        <w:t xml:space="preserve">estliže </w:t>
      </w:r>
      <w:r w:rsidRPr="00724DBA">
        <w:rPr>
          <w:bCs/>
          <w:noProof/>
        </w:rPr>
        <w:t xml:space="preserve">zákazník nebo ELMF </w:t>
      </w:r>
      <w:r w:rsidRPr="00724DBA">
        <w:rPr>
          <w:noProof/>
        </w:rPr>
        <w:t>po upozornění pracovníka SSZ, že</w:t>
      </w:r>
      <w:r>
        <w:rPr>
          <w:noProof/>
        </w:rPr>
        <w:t xml:space="preserve"> MS (</w:t>
      </w:r>
      <w:r w:rsidRPr="00724DBA">
        <w:rPr>
          <w:noProof/>
        </w:rPr>
        <w:t>OM</w:t>
      </w:r>
      <w:r>
        <w:rPr>
          <w:noProof/>
        </w:rPr>
        <w:t>)</w:t>
      </w:r>
      <w:r w:rsidRPr="00724DBA">
        <w:rPr>
          <w:noProof/>
        </w:rPr>
        <w:t xml:space="preserve"> může být odplombované max. </w:t>
      </w:r>
      <w:r>
        <w:rPr>
          <w:noProof/>
        </w:rPr>
        <w:t>14 dní</w:t>
      </w:r>
      <w:r w:rsidRPr="00724DBA">
        <w:rPr>
          <w:noProof/>
        </w:rPr>
        <w:t xml:space="preserve">, </w:t>
      </w:r>
      <w:r w:rsidRPr="00724DBA">
        <w:rPr>
          <w:bCs/>
          <w:noProof/>
        </w:rPr>
        <w:t>uvede, že už teď ví, že práce bude trvat déle než 14 dní,</w:t>
      </w:r>
      <w:r w:rsidRPr="00724DBA">
        <w:rPr>
          <w:noProof/>
        </w:rPr>
        <w:t xml:space="preserve"> např. měsíc, může mu pracovník SSZ </w:t>
      </w:r>
      <w:r w:rsidRPr="003B662E">
        <w:rPr>
          <w:b/>
          <w:bCs/>
          <w:noProof/>
        </w:rPr>
        <w:t>v odůvodněných případech</w:t>
      </w:r>
      <w:r w:rsidRPr="00724DBA">
        <w:rPr>
          <w:noProof/>
        </w:rPr>
        <w:t xml:space="preserve">  (např. celková rekonstrukce domu včetně elektroinstalace, kdy práce většinou trvá i několik týdnů) </w:t>
      </w:r>
      <w:r w:rsidRPr="00724DBA">
        <w:rPr>
          <w:bCs/>
          <w:noProof/>
        </w:rPr>
        <w:t>povolit odplombování výjimečně až na 3 měsíce</w:t>
      </w:r>
      <w:r w:rsidRPr="00724DBA">
        <w:rPr>
          <w:noProof/>
        </w:rPr>
        <w:t xml:space="preserve">, aniž by nás musel během tohoto období žádat o prodloužení odplombování. Do </w:t>
      </w:r>
      <w:r>
        <w:rPr>
          <w:noProof/>
        </w:rPr>
        <w:t>systému však tuto skutečnost</w:t>
      </w:r>
      <w:r w:rsidRPr="00724DBA">
        <w:rPr>
          <w:noProof/>
        </w:rPr>
        <w:t xml:space="preserve"> včetně předpokládaného termí</w:t>
      </w:r>
      <w:r>
        <w:rPr>
          <w:noProof/>
        </w:rPr>
        <w:t>nu dokončení prací elektrikářem</w:t>
      </w:r>
      <w:r w:rsidRPr="00724DBA">
        <w:rPr>
          <w:noProof/>
        </w:rPr>
        <w:t xml:space="preserve"> zaznamená.</w:t>
      </w:r>
      <w:r w:rsidRPr="00390880">
        <w:rPr>
          <w:szCs w:val="24"/>
        </w:rPr>
        <w:t xml:space="preserve"> </w:t>
      </w:r>
      <w:r w:rsidRPr="00733222">
        <w:rPr>
          <w:szCs w:val="24"/>
        </w:rPr>
        <w:t>Po provedení prací je opět povinností zákazníka</w:t>
      </w:r>
      <w:r>
        <w:rPr>
          <w:szCs w:val="24"/>
        </w:rPr>
        <w:t xml:space="preserve"> nebo ELMF</w:t>
      </w:r>
      <w:r w:rsidRPr="00733222">
        <w:rPr>
          <w:szCs w:val="24"/>
        </w:rPr>
        <w:t xml:space="preserve"> nahlásit na</w:t>
      </w:r>
      <w:r>
        <w:rPr>
          <w:szCs w:val="24"/>
        </w:rPr>
        <w:t xml:space="preserve"> SSZ</w:t>
      </w:r>
      <w:r w:rsidRPr="00733222">
        <w:rPr>
          <w:szCs w:val="24"/>
        </w:rPr>
        <w:t xml:space="preserve"> ukončení činnosti a dojednat zaplombov</w:t>
      </w:r>
      <w:r>
        <w:rPr>
          <w:szCs w:val="24"/>
        </w:rPr>
        <w:t>ání</w:t>
      </w:r>
      <w:r w:rsidRPr="00733222">
        <w:rPr>
          <w:szCs w:val="24"/>
        </w:rPr>
        <w:t xml:space="preserve"> odběrného místa</w:t>
      </w:r>
      <w:r>
        <w:rPr>
          <w:szCs w:val="24"/>
        </w:rPr>
        <w:t>.</w:t>
      </w:r>
      <w:r w:rsidRPr="00B40D03">
        <w:rPr>
          <w:szCs w:val="24"/>
        </w:rPr>
        <w:t xml:space="preserve"> </w:t>
      </w:r>
    </w:p>
    <w:p w14:paraId="40C686F2" w14:textId="77777777" w:rsidR="001F3E83" w:rsidRDefault="00F6260D" w:rsidP="001F3E83">
      <w:pPr>
        <w:ind w:left="284"/>
        <w:jc w:val="both"/>
        <w:rPr>
          <w:bCs/>
          <w:szCs w:val="24"/>
        </w:rPr>
      </w:pPr>
      <w:r>
        <w:rPr>
          <w:bCs/>
          <w:szCs w:val="24"/>
        </w:rPr>
        <w:t>V případě</w:t>
      </w:r>
      <w:r w:rsidRPr="00733222">
        <w:rPr>
          <w:bCs/>
          <w:szCs w:val="24"/>
        </w:rPr>
        <w:t xml:space="preserve"> změn</w:t>
      </w:r>
      <w:r>
        <w:rPr>
          <w:bCs/>
          <w:szCs w:val="24"/>
        </w:rPr>
        <w:t>y</w:t>
      </w:r>
      <w:r w:rsidRPr="00733222">
        <w:rPr>
          <w:bCs/>
          <w:szCs w:val="24"/>
        </w:rPr>
        <w:t xml:space="preserve"> smlouvy </w:t>
      </w:r>
      <w:r>
        <w:rPr>
          <w:bCs/>
          <w:szCs w:val="24"/>
        </w:rPr>
        <w:t xml:space="preserve">se plombování provede na základě zadané </w:t>
      </w:r>
      <w:r w:rsidRPr="00733222">
        <w:rPr>
          <w:bCs/>
          <w:szCs w:val="24"/>
        </w:rPr>
        <w:t>S</w:t>
      </w:r>
      <w:r>
        <w:rPr>
          <w:bCs/>
          <w:szCs w:val="24"/>
        </w:rPr>
        <w:t>Z</w:t>
      </w:r>
      <w:r w:rsidRPr="00733222">
        <w:rPr>
          <w:bCs/>
          <w:szCs w:val="24"/>
        </w:rPr>
        <w:t xml:space="preserve"> na zaplombován</w:t>
      </w:r>
      <w:r>
        <w:rPr>
          <w:bCs/>
          <w:szCs w:val="24"/>
        </w:rPr>
        <w:t>í</w:t>
      </w:r>
      <w:r w:rsidRPr="00733222">
        <w:rPr>
          <w:bCs/>
          <w:szCs w:val="24"/>
        </w:rPr>
        <w:t xml:space="preserve"> až po</w:t>
      </w:r>
      <w:r>
        <w:rPr>
          <w:bCs/>
          <w:szCs w:val="24"/>
        </w:rPr>
        <w:t> </w:t>
      </w:r>
      <w:r w:rsidRPr="00733222">
        <w:rPr>
          <w:bCs/>
          <w:szCs w:val="24"/>
        </w:rPr>
        <w:t>dodání všech potřebných dokladů</w:t>
      </w:r>
      <w:r>
        <w:rPr>
          <w:bCs/>
          <w:szCs w:val="24"/>
        </w:rPr>
        <w:t xml:space="preserve"> a uzavření nové smlouvy.</w:t>
      </w:r>
    </w:p>
    <w:p w14:paraId="1B33B7AD" w14:textId="77777777" w:rsidR="001F3E83" w:rsidRPr="00733222" w:rsidRDefault="00F6260D" w:rsidP="001F3E83">
      <w:pPr>
        <w:ind w:left="284"/>
        <w:jc w:val="both"/>
        <w:rPr>
          <w:szCs w:val="24"/>
        </w:rPr>
      </w:pPr>
      <w:r>
        <w:rPr>
          <w:bCs/>
          <w:szCs w:val="24"/>
        </w:rPr>
        <w:t>V případě, že zákazník nepožádá o zaplombování OM, je toto OM ošetřeno zaplombováním pomocí informace od odečítače, který zadá informaci do systému při odečtu elektroměru. Systém automaticky vygeneruje SZ CHE 32 s prioritou K.</w:t>
      </w:r>
    </w:p>
    <w:p w14:paraId="2A1A1F72" w14:textId="77777777" w:rsidR="001F3E83" w:rsidRPr="004E088B" w:rsidRDefault="00F6260D" w:rsidP="001F3E83">
      <w:pPr>
        <w:pStyle w:val="Nadpis3"/>
      </w:pPr>
      <w:bookmarkStart w:id="26" w:name="_Toc254096376"/>
      <w:bookmarkStart w:id="27" w:name="_Toc351026418"/>
      <w:bookmarkStart w:id="28" w:name="_Toc364060372"/>
      <w:bookmarkStart w:id="29" w:name="_Toc514397052"/>
      <w:bookmarkStart w:id="30" w:name="_Toc4157298"/>
      <w:r w:rsidRPr="004E088B">
        <w:t>Hromadné odplombování</w:t>
      </w:r>
      <w:bookmarkEnd w:id="26"/>
      <w:bookmarkEnd w:id="27"/>
      <w:bookmarkEnd w:id="28"/>
      <w:bookmarkEnd w:id="29"/>
      <w:bookmarkEnd w:id="30"/>
    </w:p>
    <w:p w14:paraId="473529B6" w14:textId="77777777" w:rsidR="001F3E83" w:rsidRDefault="00F6260D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požadavek ELMF na odplombování elektroměrových rozvaděčů, například za účelem </w:t>
      </w:r>
      <w:r w:rsidRPr="00733222">
        <w:rPr>
          <w:szCs w:val="24"/>
        </w:rPr>
        <w:t>realizac</w:t>
      </w:r>
      <w:r>
        <w:rPr>
          <w:szCs w:val="24"/>
        </w:rPr>
        <w:t>e</w:t>
      </w:r>
      <w:r w:rsidRPr="00733222">
        <w:rPr>
          <w:szCs w:val="24"/>
        </w:rPr>
        <w:t xml:space="preserve"> kabelové televize, plánované revize</w:t>
      </w:r>
      <w:r>
        <w:rPr>
          <w:szCs w:val="24"/>
        </w:rPr>
        <w:t xml:space="preserve"> nebo</w:t>
      </w:r>
      <w:r w:rsidRPr="00733222">
        <w:rPr>
          <w:szCs w:val="24"/>
        </w:rPr>
        <w:t xml:space="preserve"> rekonstrukce elektroinstalace domovního vedení ve vícepodlažním domě s</w:t>
      </w:r>
      <w:r>
        <w:rPr>
          <w:szCs w:val="24"/>
        </w:rPr>
        <w:t> </w:t>
      </w:r>
      <w:r w:rsidRPr="00733222">
        <w:rPr>
          <w:szCs w:val="24"/>
        </w:rPr>
        <w:t xml:space="preserve">více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).</w:t>
      </w:r>
      <w:r w:rsidRPr="00733222">
        <w:rPr>
          <w:szCs w:val="24"/>
        </w:rPr>
        <w:t xml:space="preserve"> </w:t>
      </w:r>
      <w:r>
        <w:rPr>
          <w:szCs w:val="24"/>
        </w:rPr>
        <w:t> </w:t>
      </w:r>
      <w:r w:rsidRPr="00733222">
        <w:rPr>
          <w:szCs w:val="24"/>
        </w:rPr>
        <w:t>V</w:t>
      </w:r>
      <w:r>
        <w:rPr>
          <w:szCs w:val="24"/>
        </w:rPr>
        <w:t> </w:t>
      </w:r>
      <w:r w:rsidRPr="00733222">
        <w:rPr>
          <w:szCs w:val="24"/>
        </w:rPr>
        <w:t xml:space="preserve">případě </w:t>
      </w:r>
      <w:bookmarkStart w:id="31" w:name="OLE_LINK1"/>
      <w:r w:rsidRPr="00733222">
        <w:rPr>
          <w:szCs w:val="24"/>
        </w:rPr>
        <w:t>hromadného odplombování</w:t>
      </w:r>
      <w:bookmarkEnd w:id="31"/>
      <w:r w:rsidRPr="00733222">
        <w:rPr>
          <w:szCs w:val="24"/>
        </w:rPr>
        <w:t> musí</w:t>
      </w:r>
      <w:r>
        <w:rPr>
          <w:szCs w:val="24"/>
        </w:rPr>
        <w:t xml:space="preserve"> ELMF požadující odplombování nahlásit</w:t>
      </w:r>
      <w:r w:rsidRPr="00733222">
        <w:rPr>
          <w:szCs w:val="24"/>
        </w:rPr>
        <w:t xml:space="preserve"> všechna odplombovaná odběrná místa</w:t>
      </w:r>
      <w:r>
        <w:rPr>
          <w:szCs w:val="24"/>
        </w:rPr>
        <w:t xml:space="preserve">. </w:t>
      </w:r>
    </w:p>
    <w:p w14:paraId="5D8E0807" w14:textId="77777777" w:rsidR="001F3E83" w:rsidRDefault="00F6260D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Příčinou hromadného odplombování MS (OM) je rekonstrukce nebo oprava v síti NN prováděná dodavatelskou firmou na základě požadavku společnosti E.ON. V požadavku na zaplombování musí dodavatelská firma nahlásit všechna odplombovaná MS (OM).</w:t>
      </w:r>
    </w:p>
    <w:p w14:paraId="2CD6D760" w14:textId="77777777" w:rsidR="001F3E83" w:rsidRDefault="00F6260D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Při </w:t>
      </w:r>
      <w:r w:rsidRPr="00F05A2E">
        <w:rPr>
          <w:szCs w:val="24"/>
        </w:rPr>
        <w:t>investičních stavbách vyvolaných společnost</w:t>
      </w:r>
      <w:r>
        <w:rPr>
          <w:szCs w:val="24"/>
        </w:rPr>
        <w:t>í</w:t>
      </w:r>
      <w:r w:rsidRPr="00F05A2E">
        <w:rPr>
          <w:szCs w:val="24"/>
        </w:rPr>
        <w:t xml:space="preserve"> E.ON,</w:t>
      </w:r>
      <w:r>
        <w:rPr>
          <w:szCs w:val="24"/>
        </w:rPr>
        <w:t xml:space="preserve"> </w:t>
      </w:r>
      <w:r w:rsidRPr="00F05A2E">
        <w:rPr>
          <w:szCs w:val="24"/>
        </w:rPr>
        <w:t>kde je prováděno pouze nové připojení</w:t>
      </w:r>
      <w:r>
        <w:rPr>
          <w:szCs w:val="24"/>
        </w:rPr>
        <w:t xml:space="preserve"> stávajícího MS (OM) (výměna přívodního vedení), není potřeba předkládat při opětovném zaplombováni revizní zprávu elektroměrového rozvaděče.</w:t>
      </w:r>
    </w:p>
    <w:p w14:paraId="491147C1" w14:textId="77777777" w:rsidR="001F3E83" w:rsidRDefault="00F6260D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případ, </w:t>
      </w:r>
      <w:r w:rsidRPr="00D60DAB">
        <w:rPr>
          <w:szCs w:val="24"/>
        </w:rPr>
        <w:t>kdy zákazník chce řešit pouze své</w:t>
      </w:r>
      <w:r>
        <w:rPr>
          <w:szCs w:val="24"/>
        </w:rPr>
        <w:t xml:space="preserve"> MS (OM)</w:t>
      </w:r>
      <w:r w:rsidRPr="00D60DAB">
        <w:rPr>
          <w:szCs w:val="24"/>
        </w:rPr>
        <w:t>, ale porušením plomb dojde k</w:t>
      </w:r>
      <w:r>
        <w:rPr>
          <w:szCs w:val="24"/>
        </w:rPr>
        <w:t> </w:t>
      </w:r>
      <w:r w:rsidRPr="00D60DAB">
        <w:rPr>
          <w:szCs w:val="24"/>
        </w:rPr>
        <w:t xml:space="preserve">odplombování i dalších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),</w:t>
      </w:r>
      <w:r w:rsidRPr="00D60DAB">
        <w:rPr>
          <w:szCs w:val="24"/>
        </w:rPr>
        <w:t xml:space="preserve"> např. krycí plech</w:t>
      </w:r>
      <w:r>
        <w:rPr>
          <w:szCs w:val="24"/>
        </w:rPr>
        <w:t xml:space="preserve"> společného elektroměrového rozvaděče. </w:t>
      </w:r>
      <w:r w:rsidRPr="00D60DAB">
        <w:rPr>
          <w:szCs w:val="24"/>
        </w:rPr>
        <w:t xml:space="preserve">Pro odplombování hlásí zákazník informace </w:t>
      </w:r>
      <w:r>
        <w:rPr>
          <w:szCs w:val="24"/>
        </w:rPr>
        <w:t xml:space="preserve">pouze </w:t>
      </w:r>
      <w:r w:rsidRPr="00D60DAB">
        <w:rPr>
          <w:szCs w:val="24"/>
        </w:rPr>
        <w:t xml:space="preserve">o svém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</w:t>
      </w:r>
      <w:r w:rsidRPr="00D60DAB">
        <w:rPr>
          <w:szCs w:val="24"/>
        </w:rPr>
        <w:t>.</w:t>
      </w:r>
    </w:p>
    <w:p w14:paraId="36FA94B3" w14:textId="77777777" w:rsidR="001F3E83" w:rsidRDefault="00F6260D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Investiční akce ze strany E.ON</w:t>
      </w:r>
    </w:p>
    <w:p w14:paraId="46276BD9" w14:textId="77777777" w:rsidR="009B2593" w:rsidRDefault="009B2593" w:rsidP="009B2593">
      <w:pPr>
        <w:ind w:left="567"/>
        <w:jc w:val="both"/>
        <w:rPr>
          <w:szCs w:val="24"/>
        </w:rPr>
      </w:pPr>
    </w:p>
    <w:p w14:paraId="71612EFB" w14:textId="77777777" w:rsidR="009B2593" w:rsidRPr="00C857FA" w:rsidRDefault="009B2593" w:rsidP="001F3E83">
      <w:pPr>
        <w:ind w:left="284"/>
        <w:jc w:val="both"/>
        <w:rPr>
          <w:szCs w:val="24"/>
        </w:rPr>
      </w:pPr>
    </w:p>
    <w:p w14:paraId="38545A81" w14:textId="77777777" w:rsidR="001F3E83" w:rsidRDefault="00F6260D" w:rsidP="001F3E83">
      <w:pPr>
        <w:pStyle w:val="Nadpis2"/>
      </w:pPr>
      <w:bookmarkStart w:id="32" w:name="_Toc254096377"/>
      <w:bookmarkStart w:id="33" w:name="_Toc351026419"/>
      <w:bookmarkStart w:id="34" w:name="_Toc364060373"/>
      <w:bookmarkStart w:id="35" w:name="_Toc514397053"/>
      <w:bookmarkStart w:id="36" w:name="_Toc4157299"/>
      <w:r w:rsidRPr="00777238">
        <w:t>Činnost Střediska služeb zákazníkům</w:t>
      </w:r>
      <w:bookmarkEnd w:id="32"/>
      <w:bookmarkEnd w:id="33"/>
      <w:bookmarkEnd w:id="34"/>
      <w:bookmarkEnd w:id="35"/>
      <w:bookmarkEnd w:id="36"/>
    </w:p>
    <w:p w14:paraId="1720E281" w14:textId="77777777" w:rsidR="001F3E83" w:rsidRDefault="00F6260D" w:rsidP="001F3E83">
      <w:pPr>
        <w:pStyle w:val="Nadpis3"/>
      </w:pPr>
      <w:bookmarkStart w:id="37" w:name="_Toc254096378"/>
      <w:bookmarkStart w:id="38" w:name="_Toc351026420"/>
      <w:bookmarkStart w:id="39" w:name="_Toc364060374"/>
      <w:bookmarkStart w:id="40" w:name="_Toc514397054"/>
      <w:bookmarkStart w:id="41" w:name="_Toc4157300"/>
      <w:r w:rsidRPr="00777238">
        <w:t>Jednotlivé odplombování</w:t>
      </w:r>
      <w:bookmarkEnd w:id="37"/>
      <w:bookmarkEnd w:id="38"/>
      <w:bookmarkEnd w:id="39"/>
      <w:bookmarkEnd w:id="40"/>
      <w:bookmarkEnd w:id="41"/>
    </w:p>
    <w:p w14:paraId="639E27F5" w14:textId="77777777" w:rsidR="001F3E83" w:rsidRDefault="00F6260D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>Pracovník SSZ přijme požadavek od zákazníka</w:t>
      </w:r>
      <w:r>
        <w:rPr>
          <w:szCs w:val="24"/>
        </w:rPr>
        <w:t xml:space="preserve"> nebo ELMF</w:t>
      </w:r>
      <w:r w:rsidR="009C0433">
        <w:rPr>
          <w:szCs w:val="24"/>
        </w:rPr>
        <w:t xml:space="preserve"> </w:t>
      </w:r>
      <w:r>
        <w:rPr>
          <w:szCs w:val="24"/>
        </w:rPr>
        <w:t xml:space="preserve">(vyžaduje informace dle bodu 4.1.) </w:t>
      </w:r>
      <w:r w:rsidRPr="00733222">
        <w:rPr>
          <w:szCs w:val="24"/>
        </w:rPr>
        <w:t>a zapíše informaci o odplombování do kontaktu k</w:t>
      </w:r>
      <w:r>
        <w:rPr>
          <w:szCs w:val="24"/>
        </w:rPr>
        <w:t xml:space="preserve"> </w:t>
      </w:r>
      <w:r w:rsidRPr="00733222">
        <w:rPr>
          <w:szCs w:val="24"/>
        </w:rPr>
        <w:t>OP. Při opětovném zaplombování záleží, jaká činnost se na</w:t>
      </w:r>
      <w:r>
        <w:rPr>
          <w:szCs w:val="24"/>
        </w:rPr>
        <w:t xml:space="preserve"> 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prováděla, podle toho </w:t>
      </w:r>
      <w:r>
        <w:rPr>
          <w:szCs w:val="24"/>
        </w:rPr>
        <w:t>se zakládá SZ</w:t>
      </w:r>
      <w:r w:rsidRPr="00733222">
        <w:rPr>
          <w:szCs w:val="24"/>
        </w:rPr>
        <w:t xml:space="preserve"> na </w:t>
      </w:r>
      <w:r>
        <w:rPr>
          <w:szCs w:val="24"/>
        </w:rPr>
        <w:t>zaplombování nebo změnu</w:t>
      </w:r>
      <w:r w:rsidRPr="00733222">
        <w:rPr>
          <w:szCs w:val="24"/>
        </w:rPr>
        <w:t xml:space="preserve"> smlouvy. </w:t>
      </w:r>
      <w:r>
        <w:rPr>
          <w:szCs w:val="24"/>
        </w:rPr>
        <w:t>SZ je vystavena dle ECD-PP-321.</w:t>
      </w:r>
    </w:p>
    <w:p w14:paraId="456FCB94" w14:textId="77777777" w:rsidR="001F3E83" w:rsidRPr="004D0603" w:rsidRDefault="001F3E83" w:rsidP="001F3E83">
      <w:pPr>
        <w:pStyle w:val="Textodstavec"/>
      </w:pPr>
    </w:p>
    <w:p w14:paraId="6CE1C3FB" w14:textId="77777777" w:rsidR="001F3E83" w:rsidRDefault="00F6260D" w:rsidP="001F3E83">
      <w:pPr>
        <w:pStyle w:val="Nadpis3"/>
      </w:pPr>
      <w:bookmarkStart w:id="42" w:name="_Toc254096379"/>
      <w:bookmarkStart w:id="43" w:name="_Toc351026421"/>
      <w:bookmarkStart w:id="44" w:name="_Toc364060375"/>
      <w:bookmarkStart w:id="45" w:name="_Toc514397055"/>
      <w:bookmarkStart w:id="46" w:name="_Toc4157301"/>
      <w:r w:rsidRPr="00777238">
        <w:t>Hromadné odplombování</w:t>
      </w:r>
      <w:bookmarkEnd w:id="42"/>
      <w:bookmarkEnd w:id="43"/>
      <w:bookmarkEnd w:id="44"/>
      <w:bookmarkEnd w:id="45"/>
      <w:bookmarkEnd w:id="46"/>
    </w:p>
    <w:p w14:paraId="2C285E82" w14:textId="77777777" w:rsidR="001F3E83" w:rsidRPr="004E088B" w:rsidRDefault="00F6260D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47" w:name="_Toc254096380"/>
      <w:bookmarkStart w:id="48" w:name="_Toc351026422"/>
      <w:bookmarkStart w:id="49" w:name="_Toc364060376"/>
      <w:bookmarkStart w:id="50" w:name="_Toc514397056"/>
      <w:bookmarkStart w:id="51" w:name="_Toc4157302"/>
      <w:r w:rsidRPr="004E088B">
        <w:t xml:space="preserve">Požadavek </w:t>
      </w:r>
      <w:bookmarkEnd w:id="47"/>
      <w:bookmarkEnd w:id="48"/>
      <w:r>
        <w:t>ELMF</w:t>
      </w:r>
      <w:bookmarkEnd w:id="49"/>
      <w:bookmarkEnd w:id="50"/>
      <w:bookmarkEnd w:id="51"/>
    </w:p>
    <w:p w14:paraId="23BE717A" w14:textId="77777777" w:rsidR="001F3E83" w:rsidRDefault="00F6260D" w:rsidP="001F3E83">
      <w:pPr>
        <w:ind w:left="426"/>
        <w:jc w:val="both"/>
        <w:rPr>
          <w:szCs w:val="24"/>
        </w:rPr>
      </w:pPr>
      <w:bookmarkStart w:id="52" w:name="_Toc213054026"/>
      <w:r w:rsidRPr="0019552C">
        <w:rPr>
          <w:szCs w:val="24"/>
        </w:rPr>
        <w:t>Při dotazu na povolení odplombování</w:t>
      </w:r>
      <w:r>
        <w:rPr>
          <w:szCs w:val="24"/>
        </w:rPr>
        <w:t xml:space="preserve"> </w:t>
      </w:r>
      <w:r w:rsidRPr="0019552C">
        <w:rPr>
          <w:szCs w:val="24"/>
        </w:rPr>
        <w:t>pracovník SSZ zákazníka (</w:t>
      </w:r>
      <w:r>
        <w:rPr>
          <w:szCs w:val="24"/>
        </w:rPr>
        <w:t>ELMF</w:t>
      </w:r>
      <w:r w:rsidRPr="0019552C">
        <w:rPr>
          <w:szCs w:val="24"/>
        </w:rPr>
        <w:t xml:space="preserve">) upozorní, že odplombování </w:t>
      </w:r>
      <w:r>
        <w:rPr>
          <w:szCs w:val="24"/>
        </w:rPr>
        <w:t>MS (OM)</w:t>
      </w:r>
      <w:r w:rsidRPr="0019552C">
        <w:rPr>
          <w:szCs w:val="24"/>
        </w:rPr>
        <w:t xml:space="preserve"> bude povoleno až na základě zaslaného seznamu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),</w:t>
      </w:r>
      <w:r w:rsidRPr="0019552C">
        <w:rPr>
          <w:szCs w:val="24"/>
        </w:rPr>
        <w:t xml:space="preserve"> (popř. čísel elektroměrů)</w:t>
      </w:r>
      <w:r>
        <w:rPr>
          <w:szCs w:val="24"/>
        </w:rPr>
        <w:t xml:space="preserve"> a účelu odplombování</w:t>
      </w:r>
      <w:r w:rsidRPr="0019552C">
        <w:rPr>
          <w:szCs w:val="24"/>
        </w:rPr>
        <w:t xml:space="preserve">. Po zaslání seznamu pracovník SSZ povolí </w:t>
      </w:r>
      <w:r w:rsidRPr="0019552C">
        <w:rPr>
          <w:szCs w:val="24"/>
        </w:rPr>
        <w:lastRenderedPageBreak/>
        <w:t>odplombování. O tomto rozhodnutí písemně informuje</w:t>
      </w:r>
      <w:r>
        <w:rPr>
          <w:szCs w:val="24"/>
        </w:rPr>
        <w:t xml:space="preserve"> ELMF (</w:t>
      </w:r>
      <w:r w:rsidRPr="0019552C">
        <w:rPr>
          <w:szCs w:val="24"/>
        </w:rPr>
        <w:t>zákazníka</w:t>
      </w:r>
      <w:r>
        <w:rPr>
          <w:szCs w:val="24"/>
        </w:rPr>
        <w:t>)</w:t>
      </w:r>
      <w:r w:rsidRPr="0019552C">
        <w:rPr>
          <w:szCs w:val="24"/>
        </w:rPr>
        <w:t xml:space="preserve"> a současně ho upozorní, že musí písemně požádat o opětovné zaplombování včetně seznamu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, která budou plombována</w:t>
      </w:r>
      <w:r w:rsidRPr="00514A2C">
        <w:rPr>
          <w:szCs w:val="24"/>
        </w:rPr>
        <w:t>.</w:t>
      </w:r>
      <w:r>
        <w:rPr>
          <w:szCs w:val="24"/>
        </w:rPr>
        <w:t xml:space="preserve"> </w:t>
      </w:r>
      <w:r w:rsidRPr="0019552C">
        <w:rPr>
          <w:szCs w:val="24"/>
        </w:rPr>
        <w:t>Po ukončení prací</w:t>
      </w:r>
      <w:r>
        <w:rPr>
          <w:szCs w:val="24"/>
        </w:rPr>
        <w:t xml:space="preserve"> ze strany ELMF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a obdržení požadavku na zaplombování pracovník SSZ </w:t>
      </w:r>
      <w:r w:rsidRPr="0019552C">
        <w:rPr>
          <w:szCs w:val="24"/>
        </w:rPr>
        <w:t xml:space="preserve">založí servisní </w:t>
      </w:r>
      <w:r>
        <w:rPr>
          <w:szCs w:val="24"/>
        </w:rPr>
        <w:t>zakázky</w:t>
      </w:r>
      <w:r w:rsidRPr="0019552C">
        <w:rPr>
          <w:szCs w:val="24"/>
        </w:rPr>
        <w:t xml:space="preserve"> na zaplombování jednotlivých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s DVU </w:t>
      </w:r>
      <w:r w:rsidRPr="0019552C">
        <w:rPr>
          <w:szCs w:val="24"/>
        </w:rPr>
        <w:t>„</w:t>
      </w:r>
      <w:r>
        <w:rPr>
          <w:szCs w:val="24"/>
        </w:rPr>
        <w:t>CHE 32 Plombování, kontrola“</w:t>
      </w:r>
      <w:r w:rsidRPr="00A278C9">
        <w:rPr>
          <w:szCs w:val="24"/>
        </w:rPr>
        <w:t xml:space="preserve"> </w:t>
      </w:r>
      <w:r>
        <w:rPr>
          <w:szCs w:val="24"/>
        </w:rPr>
        <w:t>do priority „K“.</w:t>
      </w:r>
      <w:r w:rsidRPr="002563AA">
        <w:rPr>
          <w:szCs w:val="24"/>
        </w:rPr>
        <w:t xml:space="preserve"> </w:t>
      </w:r>
      <w:r>
        <w:rPr>
          <w:szCs w:val="24"/>
        </w:rPr>
        <w:t>V</w:t>
      </w:r>
      <w:r w:rsidRPr="002563AA">
        <w:rPr>
          <w:szCs w:val="24"/>
        </w:rPr>
        <w:t> případě požadovaného termínu na den – čas</w:t>
      </w:r>
      <w:r>
        <w:rPr>
          <w:szCs w:val="24"/>
        </w:rPr>
        <w:t>,</w:t>
      </w:r>
      <w:r w:rsidRPr="002563AA">
        <w:rPr>
          <w:szCs w:val="24"/>
        </w:rPr>
        <w:t xml:space="preserve"> dostane </w:t>
      </w:r>
      <w:r>
        <w:rPr>
          <w:szCs w:val="24"/>
        </w:rPr>
        <w:t>koordinátor</w:t>
      </w:r>
      <w:r w:rsidRPr="002563AA">
        <w:rPr>
          <w:szCs w:val="24"/>
        </w:rPr>
        <w:t xml:space="preserve"> od zadavatele SZ email s požadavkem na zaplánování. </w:t>
      </w:r>
      <w:r>
        <w:rPr>
          <w:szCs w:val="24"/>
        </w:rPr>
        <w:t>Koordinátor</w:t>
      </w:r>
      <w:r w:rsidRPr="002563AA">
        <w:rPr>
          <w:szCs w:val="24"/>
        </w:rPr>
        <w:t xml:space="preserve"> zaplánuje SZ a předá termín zadavatel</w:t>
      </w:r>
      <w:r>
        <w:rPr>
          <w:szCs w:val="24"/>
        </w:rPr>
        <w:t>i</w:t>
      </w:r>
      <w:r w:rsidRPr="0019552C">
        <w:rPr>
          <w:szCs w:val="24"/>
        </w:rPr>
        <w:t>. S</w:t>
      </w:r>
      <w:r>
        <w:rPr>
          <w:szCs w:val="24"/>
        </w:rPr>
        <w:t>Z</w:t>
      </w:r>
      <w:r w:rsidRPr="0019552C">
        <w:rPr>
          <w:szCs w:val="24"/>
        </w:rPr>
        <w:t xml:space="preserve"> se zakládají na všechny </w:t>
      </w:r>
      <w:r>
        <w:rPr>
          <w:szCs w:val="24"/>
        </w:rPr>
        <w:t>TPM</w:t>
      </w:r>
      <w:r w:rsidRPr="0019552C">
        <w:rPr>
          <w:szCs w:val="24"/>
        </w:rPr>
        <w:t>, které jsou uvedeny v seznamu.</w:t>
      </w:r>
      <w:bookmarkEnd w:id="52"/>
      <w:r w:rsidRPr="0019552C">
        <w:rPr>
          <w:szCs w:val="24"/>
        </w:rPr>
        <w:t xml:space="preserve"> Zadavatel S</w:t>
      </w:r>
      <w:r>
        <w:rPr>
          <w:szCs w:val="24"/>
        </w:rPr>
        <w:t>Z</w:t>
      </w:r>
      <w:r w:rsidRPr="0019552C">
        <w:rPr>
          <w:szCs w:val="24"/>
        </w:rPr>
        <w:t xml:space="preserve"> napíše do</w:t>
      </w:r>
      <w:r>
        <w:rPr>
          <w:szCs w:val="24"/>
        </w:rPr>
        <w:t xml:space="preserve"> „</w:t>
      </w:r>
      <w:r w:rsidRPr="0019552C">
        <w:rPr>
          <w:szCs w:val="24"/>
        </w:rPr>
        <w:t>Textové poznámky“ důvod porušení plomb</w:t>
      </w:r>
      <w:r>
        <w:rPr>
          <w:szCs w:val="24"/>
        </w:rPr>
        <w:t xml:space="preserve">, a do krátké poznámky uvede </w:t>
      </w:r>
      <w:r w:rsidRPr="00F65CFE">
        <w:rPr>
          <w:b/>
          <w:szCs w:val="24"/>
        </w:rPr>
        <w:t>„Hromadné plombování“</w:t>
      </w:r>
      <w:r w:rsidRPr="0019552C">
        <w:rPr>
          <w:szCs w:val="24"/>
        </w:rPr>
        <w:t>.</w:t>
      </w:r>
      <w:r w:rsidRPr="00514A2C">
        <w:rPr>
          <w:szCs w:val="24"/>
        </w:rPr>
        <w:t xml:space="preserve"> </w:t>
      </w:r>
      <w:r>
        <w:rPr>
          <w:szCs w:val="24"/>
        </w:rPr>
        <w:t xml:space="preserve">Dále pracovník SSZ zákazníkovi (ELMF) oznámí termín zaplombování. </w:t>
      </w:r>
    </w:p>
    <w:p w14:paraId="5C141D66" w14:textId="77777777" w:rsidR="001F3E83" w:rsidRPr="004E088B" w:rsidRDefault="00F6260D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53" w:name="_Toc254096381"/>
      <w:bookmarkStart w:id="54" w:name="_Toc351026423"/>
      <w:bookmarkStart w:id="55" w:name="_Toc364060377"/>
      <w:bookmarkStart w:id="56" w:name="_Toc514397057"/>
      <w:bookmarkStart w:id="57" w:name="_Toc4157303"/>
      <w:r w:rsidRPr="004E088B">
        <w:t>Požadavek rekonstrukce</w:t>
      </w:r>
      <w:bookmarkEnd w:id="53"/>
      <w:bookmarkEnd w:id="54"/>
      <w:bookmarkEnd w:id="55"/>
      <w:bookmarkEnd w:id="56"/>
      <w:bookmarkEnd w:id="57"/>
    </w:p>
    <w:p w14:paraId="0AB8C838" w14:textId="77777777" w:rsidR="001F3E83" w:rsidRPr="0019552C" w:rsidRDefault="00F6260D" w:rsidP="001F3E83">
      <w:pPr>
        <w:ind w:left="426"/>
        <w:jc w:val="both"/>
        <w:rPr>
          <w:szCs w:val="24"/>
        </w:rPr>
      </w:pPr>
      <w:bookmarkStart w:id="58" w:name="_Toc213054028"/>
      <w:r>
        <w:rPr>
          <w:szCs w:val="24"/>
        </w:rPr>
        <w:t xml:space="preserve">Při požadavku odplombování z důvodů rekonstrukce pracovník SSZ upozorní zákazníka (ELMF), že pro opětovné zaplombování bude vyžadováno, aby MS splňovalo „Požadavky na umístění, provedení a zapojení měřicích souprav u zákazníků a malých výroben s připojovaným výkonem do 250 KW připojených k elektrické síti nízkého napětí“, které jsou umístěny na webových stránkách distribuce </w:t>
      </w:r>
      <w:hyperlink r:id="rId11" w:history="1">
        <w:r w:rsidR="001F3E83" w:rsidRPr="00DE59BC">
          <w:rPr>
            <w:rStyle w:val="Hypertextovodkaz"/>
            <w:rFonts w:cs="Arial"/>
            <w:szCs w:val="24"/>
          </w:rPr>
          <w:t>www.eon-distribuce.cz</w:t>
        </w:r>
      </w:hyperlink>
      <w:r>
        <w:rPr>
          <w:szCs w:val="24"/>
        </w:rPr>
        <w:t>. ELMF</w:t>
      </w:r>
      <w:r w:rsidRPr="0019552C">
        <w:rPr>
          <w:szCs w:val="24"/>
        </w:rPr>
        <w:t xml:space="preserve"> musí poslat na SSZ seznam všech odplombovaných</w:t>
      </w:r>
      <w:r>
        <w:rPr>
          <w:szCs w:val="24"/>
        </w:rPr>
        <w:t xml:space="preserve"> 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Seznam musí obsahovat</w:t>
      </w:r>
      <w:r>
        <w:rPr>
          <w:szCs w:val="24"/>
        </w:rPr>
        <w:t xml:space="preserve"> údaje dle bodu 4.1, a</w:t>
      </w:r>
      <w:r w:rsidRPr="0019552C">
        <w:rPr>
          <w:szCs w:val="24"/>
        </w:rPr>
        <w:t xml:space="preserve"> musí být uvedena kontaktní osoba pro potřeby např. zajištění přístupu k</w:t>
      </w:r>
      <w:r>
        <w:rPr>
          <w:szCs w:val="24"/>
        </w:rPr>
        <w:t> 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Pracovník SSZ založí S</w:t>
      </w:r>
      <w:r>
        <w:rPr>
          <w:szCs w:val="24"/>
        </w:rPr>
        <w:t>Z</w:t>
      </w:r>
      <w:r w:rsidRPr="0019552C">
        <w:rPr>
          <w:szCs w:val="24"/>
        </w:rPr>
        <w:t xml:space="preserve"> na kdykoli </w:t>
      </w:r>
      <w:r>
        <w:rPr>
          <w:szCs w:val="24"/>
        </w:rPr>
        <w:t xml:space="preserve">typ </w:t>
      </w:r>
      <w:r w:rsidRPr="0019552C">
        <w:rPr>
          <w:szCs w:val="24"/>
        </w:rPr>
        <w:t>„</w:t>
      </w:r>
      <w:r>
        <w:rPr>
          <w:szCs w:val="24"/>
        </w:rPr>
        <w:t>CHE 32-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Plombování, kontrola“ </w:t>
      </w:r>
      <w:r w:rsidRPr="0019552C">
        <w:rPr>
          <w:szCs w:val="24"/>
        </w:rPr>
        <w:t xml:space="preserve">na zaplombování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dle dodaného seznamu.</w:t>
      </w:r>
      <w:bookmarkEnd w:id="58"/>
      <w:r w:rsidRPr="0019552C">
        <w:rPr>
          <w:szCs w:val="24"/>
        </w:rPr>
        <w:t xml:space="preserve"> </w:t>
      </w:r>
    </w:p>
    <w:p w14:paraId="6DE5D0FA" w14:textId="77777777" w:rsidR="001F3E83" w:rsidRPr="0065498C" w:rsidRDefault="00F6260D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59" w:name="_Toc254096382"/>
      <w:bookmarkStart w:id="60" w:name="_Toc351026424"/>
      <w:bookmarkStart w:id="61" w:name="_Toc364060378"/>
      <w:bookmarkStart w:id="62" w:name="_Toc514397058"/>
      <w:bookmarkStart w:id="63" w:name="_Toc4157304"/>
      <w:r w:rsidRPr="0065498C">
        <w:t>Požadavek zákazníka v místě s více odběry</w:t>
      </w:r>
      <w:bookmarkEnd w:id="59"/>
      <w:bookmarkEnd w:id="60"/>
      <w:bookmarkEnd w:id="61"/>
      <w:bookmarkEnd w:id="62"/>
      <w:bookmarkEnd w:id="63"/>
    </w:p>
    <w:p w14:paraId="248EEF59" w14:textId="77777777" w:rsidR="001F3E83" w:rsidRDefault="00F6260D" w:rsidP="001F3E83">
      <w:pPr>
        <w:ind w:left="426"/>
        <w:jc w:val="both"/>
        <w:rPr>
          <w:szCs w:val="24"/>
        </w:rPr>
      </w:pPr>
      <w:bookmarkStart w:id="64" w:name="_Toc213054030"/>
      <w:r w:rsidRPr="0019552C">
        <w:rPr>
          <w:szCs w:val="24"/>
        </w:rPr>
        <w:t xml:space="preserve">Postup je shodný jako </w:t>
      </w:r>
      <w:r>
        <w:rPr>
          <w:szCs w:val="24"/>
        </w:rPr>
        <w:t>v 4.2.1.</w:t>
      </w:r>
      <w:r w:rsidRPr="0019552C">
        <w:rPr>
          <w:szCs w:val="24"/>
        </w:rPr>
        <w:t xml:space="preserve"> (jednotlivé odplombování)</w:t>
      </w:r>
      <w:r>
        <w:rPr>
          <w:szCs w:val="24"/>
        </w:rPr>
        <w:t>.</w:t>
      </w:r>
      <w:r w:rsidRPr="0019552C">
        <w:rPr>
          <w:szCs w:val="24"/>
        </w:rPr>
        <w:t xml:space="preserve"> Dle činnosti na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založí pracovník SSZ S</w:t>
      </w:r>
      <w:r>
        <w:rPr>
          <w:szCs w:val="24"/>
        </w:rPr>
        <w:t>Z</w:t>
      </w:r>
      <w:r w:rsidRPr="00855418">
        <w:rPr>
          <w:szCs w:val="24"/>
        </w:rPr>
        <w:t xml:space="preserve"> </w:t>
      </w:r>
      <w:r w:rsidRPr="0019552C">
        <w:rPr>
          <w:szCs w:val="24"/>
        </w:rPr>
        <w:t>s </w:t>
      </w:r>
      <w:r>
        <w:rPr>
          <w:szCs w:val="24"/>
        </w:rPr>
        <w:t>DVU</w:t>
      </w:r>
      <w:r w:rsidRPr="0019552C">
        <w:rPr>
          <w:szCs w:val="24"/>
        </w:rPr>
        <w:t xml:space="preserve"> „</w:t>
      </w:r>
      <w:r>
        <w:rPr>
          <w:szCs w:val="24"/>
        </w:rPr>
        <w:t>CHE 32- Plombování, kontrola“</w:t>
      </w:r>
      <w:r w:rsidRPr="0019552C">
        <w:rPr>
          <w:szCs w:val="24"/>
        </w:rPr>
        <w:t>,</w:t>
      </w:r>
      <w:r>
        <w:rPr>
          <w:szCs w:val="24"/>
        </w:rPr>
        <w:t xml:space="preserve"> případně </w:t>
      </w:r>
      <w:r w:rsidRPr="0019552C">
        <w:rPr>
          <w:szCs w:val="24"/>
        </w:rPr>
        <w:t>„</w:t>
      </w:r>
      <w:r>
        <w:rPr>
          <w:szCs w:val="24"/>
        </w:rPr>
        <w:t>REP 20</w:t>
      </w:r>
      <w:r w:rsidRPr="0019552C">
        <w:rPr>
          <w:szCs w:val="24"/>
        </w:rPr>
        <w:t xml:space="preserve"> – </w:t>
      </w:r>
      <w:r>
        <w:rPr>
          <w:szCs w:val="24"/>
        </w:rPr>
        <w:t>Změna smlouvy, změna MTP“</w:t>
      </w:r>
      <w:r w:rsidRPr="0019552C">
        <w:rPr>
          <w:szCs w:val="24"/>
        </w:rPr>
        <w:t xml:space="preserve">. </w:t>
      </w:r>
      <w:bookmarkEnd w:id="64"/>
      <w:r>
        <w:rPr>
          <w:szCs w:val="24"/>
        </w:rPr>
        <w:t xml:space="preserve"> Viz </w:t>
      </w:r>
      <w:r w:rsidR="001B2BD0">
        <w:rPr>
          <w:szCs w:val="24"/>
        </w:rPr>
        <w:t>ECD-PP-321</w:t>
      </w:r>
      <w:r>
        <w:rPr>
          <w:szCs w:val="24"/>
        </w:rPr>
        <w:t>.</w:t>
      </w:r>
    </w:p>
    <w:p w14:paraId="1A80EBCC" w14:textId="77777777" w:rsidR="001F3E83" w:rsidRDefault="00F6260D" w:rsidP="001F3E83">
      <w:pPr>
        <w:pStyle w:val="Nadpis4"/>
        <w:spacing w:before="240"/>
        <w:rPr>
          <w:szCs w:val="24"/>
        </w:rPr>
      </w:pPr>
      <w:bookmarkStart w:id="65" w:name="_Toc514397059"/>
      <w:bookmarkStart w:id="66" w:name="_Toc4157305"/>
      <w:r>
        <w:rPr>
          <w:szCs w:val="24"/>
        </w:rPr>
        <w:t>Požadavek na zaplombování po investiční akci E.ON</w:t>
      </w:r>
      <w:bookmarkEnd w:id="65"/>
      <w:bookmarkEnd w:id="66"/>
    </w:p>
    <w:p w14:paraId="5EE2A901" w14:textId="77777777" w:rsidR="001F3E83" w:rsidRDefault="00F6260D" w:rsidP="001F3E83">
      <w:pPr>
        <w:ind w:left="426"/>
        <w:jc w:val="both"/>
        <w:rPr>
          <w:szCs w:val="24"/>
        </w:rPr>
      </w:pPr>
      <w:r>
        <w:rPr>
          <w:szCs w:val="24"/>
        </w:rPr>
        <w:t xml:space="preserve">SSZ na základě informace od RSS, dodavatelské firmy, případně zákazníka vystaví SZ na zaplombování. Do krátké poznámky </w:t>
      </w:r>
      <w:r w:rsidR="001B2BD0">
        <w:rPr>
          <w:szCs w:val="24"/>
        </w:rPr>
        <w:t xml:space="preserve">SZ </w:t>
      </w:r>
      <w:r>
        <w:rPr>
          <w:szCs w:val="24"/>
        </w:rPr>
        <w:t xml:space="preserve">zapíše „E.ON stavba“. </w:t>
      </w:r>
    </w:p>
    <w:p w14:paraId="387A7889" w14:textId="77777777" w:rsidR="009B2593" w:rsidRDefault="009B2593" w:rsidP="001F3E83">
      <w:pPr>
        <w:ind w:left="426"/>
        <w:jc w:val="both"/>
        <w:rPr>
          <w:szCs w:val="24"/>
        </w:rPr>
      </w:pPr>
    </w:p>
    <w:p w14:paraId="4D6EEC32" w14:textId="77777777" w:rsidR="009B2593" w:rsidRDefault="00F6260D" w:rsidP="001F380B">
      <w:pPr>
        <w:pStyle w:val="Nadpis3"/>
      </w:pPr>
      <w:bookmarkStart w:id="67" w:name="_Toc4157306"/>
      <w:r>
        <w:t>Plombování OM aliančním partnerem</w:t>
      </w:r>
      <w:bookmarkEnd w:id="67"/>
    </w:p>
    <w:p w14:paraId="33681E7E" w14:textId="77777777" w:rsidR="009B2593" w:rsidRDefault="009B2593" w:rsidP="001F380B">
      <w:pPr>
        <w:pStyle w:val="Textodstavec"/>
      </w:pPr>
    </w:p>
    <w:p w14:paraId="3C66A9EE" w14:textId="77777777" w:rsidR="009B2593" w:rsidRDefault="00F6260D" w:rsidP="001F380B">
      <w:pPr>
        <w:pStyle w:val="Textodstavec"/>
      </w:pPr>
      <w:r>
        <w:t>Pokud alianční partner po zásahu na OM toto místo zaplombuje přidělenými plombovacími kleštěmi, má povinnost nahlásit pověřenému pracovníkovi na SSZ tento zásah.</w:t>
      </w:r>
      <w:r w:rsidR="00D82159">
        <w:t xml:space="preserve"> Provedenou činnost AP předává </w:t>
      </w:r>
      <w:r w:rsidR="001F380B">
        <w:t xml:space="preserve">elektronicky </w:t>
      </w:r>
      <w:r w:rsidR="00D82159">
        <w:t xml:space="preserve">týdně </w:t>
      </w:r>
      <w:r w:rsidR="001F380B">
        <w:t>a uvede: adresu odběrného místa, číslo elektroměru, stav, důvod zásahu v ER. Plombování na OM provádí AP podle technických podmínek, které jsou přílohou uzavřené smlouvy s ECD.</w:t>
      </w:r>
    </w:p>
    <w:p w14:paraId="4991E75A" w14:textId="77777777" w:rsidR="001F380B" w:rsidRDefault="00F6260D" w:rsidP="001F380B">
      <w:pPr>
        <w:pStyle w:val="Textodstavec"/>
      </w:pPr>
      <w:r>
        <w:t>Pověřený pracovník SSZ zásah AP na OM zavede neprodleně po obdržení do systému SAP. K uvedenému číslu elektroměru založí SZ typ CHE 32 – plombování na pracoviště daného AP v zásobníku práce. Do SZ zapíše důvod plombování a zakázku uzavře.</w:t>
      </w:r>
    </w:p>
    <w:p w14:paraId="7D654401" w14:textId="77777777" w:rsidR="001F380B" w:rsidRPr="009B2593" w:rsidRDefault="00F6260D" w:rsidP="001F380B">
      <w:pPr>
        <w:pStyle w:val="Textodstavec"/>
      </w:pPr>
      <w:r>
        <w:t>Zavedené SZ v systému slouží jako kontrola provedené práce AP a jako podklad pro odsouhlasení faktury za plombování od AP.</w:t>
      </w:r>
    </w:p>
    <w:p w14:paraId="30EED22D" w14:textId="77777777" w:rsidR="001F3E83" w:rsidRDefault="00F6260D" w:rsidP="001F3E83">
      <w:pPr>
        <w:pStyle w:val="Nadpis2"/>
      </w:pPr>
      <w:bookmarkStart w:id="68" w:name="_Toc254096383"/>
      <w:r w:rsidRPr="0065498C">
        <w:t xml:space="preserve"> </w:t>
      </w:r>
      <w:bookmarkStart w:id="69" w:name="_Toc351026425"/>
      <w:bookmarkStart w:id="70" w:name="_Toc364060379"/>
      <w:bookmarkStart w:id="71" w:name="_Toc514397060"/>
      <w:bookmarkStart w:id="72" w:name="_Toc4157307"/>
      <w:r w:rsidRPr="00777238">
        <w:t xml:space="preserve">Činnost </w:t>
      </w:r>
      <w:bookmarkEnd w:id="68"/>
      <w:bookmarkEnd w:id="69"/>
      <w:bookmarkEnd w:id="70"/>
      <w:r>
        <w:t>montéra:</w:t>
      </w:r>
      <w:bookmarkEnd w:id="71"/>
      <w:bookmarkEnd w:id="72"/>
    </w:p>
    <w:p w14:paraId="5501CCE8" w14:textId="77777777" w:rsidR="001F3E83" w:rsidRDefault="00F6260D" w:rsidP="001F3E83">
      <w:pPr>
        <w:pStyle w:val="Nadpis3"/>
      </w:pPr>
      <w:bookmarkStart w:id="73" w:name="_Toc254096384"/>
      <w:bookmarkStart w:id="74" w:name="_Toc351026426"/>
      <w:bookmarkStart w:id="75" w:name="_Toc364060380"/>
      <w:bookmarkStart w:id="76" w:name="_Toc514397061"/>
      <w:bookmarkStart w:id="77" w:name="_Toc4157308"/>
      <w:r w:rsidRPr="00777238">
        <w:t xml:space="preserve">Jednotlivé </w:t>
      </w:r>
      <w:r>
        <w:t>za</w:t>
      </w:r>
      <w:r w:rsidRPr="00777238">
        <w:t>plombování</w:t>
      </w:r>
      <w:bookmarkEnd w:id="73"/>
      <w:bookmarkEnd w:id="74"/>
      <w:bookmarkEnd w:id="75"/>
      <w:bookmarkEnd w:id="76"/>
      <w:bookmarkEnd w:id="77"/>
    </w:p>
    <w:p w14:paraId="411EC1D7" w14:textId="77777777" w:rsidR="009C0433" w:rsidRDefault="00F6260D" w:rsidP="001F3E83">
      <w:pPr>
        <w:ind w:left="426"/>
        <w:jc w:val="both"/>
        <w:rPr>
          <w:szCs w:val="24"/>
        </w:rPr>
      </w:pPr>
      <w:bookmarkStart w:id="78" w:name="OLE_LINK3"/>
      <w:bookmarkStart w:id="79" w:name="_Toc213054033"/>
      <w:r w:rsidRPr="0019552C">
        <w:rPr>
          <w:szCs w:val="24"/>
        </w:rPr>
        <w:t xml:space="preserve">Montér provede </w:t>
      </w:r>
      <w:r>
        <w:rPr>
          <w:szCs w:val="24"/>
        </w:rPr>
        <w:t xml:space="preserve">SZ v zaplánovaný termín, postupuje </w:t>
      </w:r>
      <w:r w:rsidRPr="0019552C">
        <w:rPr>
          <w:szCs w:val="24"/>
        </w:rPr>
        <w:t xml:space="preserve">podle </w:t>
      </w:r>
      <w:bookmarkEnd w:id="78"/>
      <w:r w:rsidR="001B2BD0">
        <w:rPr>
          <w:szCs w:val="24"/>
        </w:rPr>
        <w:t>ECD-PP-321</w:t>
      </w:r>
      <w:r>
        <w:rPr>
          <w:szCs w:val="24"/>
        </w:rPr>
        <w:t xml:space="preserve">. Pokud na OM zjistí nějaký technický problém, zanechá KLZ </w:t>
      </w:r>
      <w:r w:rsidRPr="0019552C">
        <w:rPr>
          <w:szCs w:val="24"/>
        </w:rPr>
        <w:t>a vrátí vyplněn</w:t>
      </w:r>
      <w:r>
        <w:rPr>
          <w:szCs w:val="24"/>
        </w:rPr>
        <w:t>ou SZ koordinátorovi</w:t>
      </w:r>
      <w:r w:rsidRPr="0019552C">
        <w:rPr>
          <w:szCs w:val="24"/>
        </w:rPr>
        <w:t>, který j</w:t>
      </w:r>
      <w:r>
        <w:rPr>
          <w:szCs w:val="24"/>
        </w:rPr>
        <w:t>i</w:t>
      </w:r>
      <w:r w:rsidRPr="0019552C">
        <w:rPr>
          <w:szCs w:val="24"/>
        </w:rPr>
        <w:t xml:space="preserve"> zpracuje</w:t>
      </w:r>
      <w:r>
        <w:rPr>
          <w:szCs w:val="24"/>
        </w:rPr>
        <w:t xml:space="preserve"> v systému </w:t>
      </w:r>
      <w:r w:rsidRPr="0019552C">
        <w:rPr>
          <w:szCs w:val="24"/>
        </w:rPr>
        <w:t xml:space="preserve">a servisní </w:t>
      </w:r>
      <w:r>
        <w:rPr>
          <w:szCs w:val="24"/>
        </w:rPr>
        <w:t xml:space="preserve">zakázku </w:t>
      </w:r>
      <w:r w:rsidRPr="0019552C">
        <w:rPr>
          <w:szCs w:val="24"/>
        </w:rPr>
        <w:t>uzavře</w:t>
      </w:r>
      <w:r w:rsidRPr="00A1294C">
        <w:rPr>
          <w:szCs w:val="24"/>
        </w:rPr>
        <w:t xml:space="preserve"> </w:t>
      </w:r>
      <w:r w:rsidRPr="0019552C">
        <w:rPr>
          <w:szCs w:val="24"/>
        </w:rPr>
        <w:t xml:space="preserve">(vždy je nutné doplnit </w:t>
      </w:r>
      <w:r>
        <w:rPr>
          <w:szCs w:val="24"/>
        </w:rPr>
        <w:t>stav číselníku</w:t>
      </w:r>
      <w:r w:rsidRPr="0019552C">
        <w:rPr>
          <w:szCs w:val="24"/>
        </w:rPr>
        <w:t xml:space="preserve"> a hodnotu hlavního jističe).</w:t>
      </w:r>
      <w:bookmarkEnd w:id="79"/>
      <w:r>
        <w:rPr>
          <w:szCs w:val="24"/>
        </w:rPr>
        <w:t xml:space="preserve"> </w:t>
      </w:r>
      <w:r w:rsidR="001B2BD0">
        <w:rPr>
          <w:szCs w:val="24"/>
        </w:rPr>
        <w:t xml:space="preserve">V případě, že je SZ montérem zpracovávána elektronicky pomocí MKM, jsou data včetně KLZ v systému SAP nejpozději </w:t>
      </w:r>
      <w:r>
        <w:rPr>
          <w:szCs w:val="24"/>
        </w:rPr>
        <w:t xml:space="preserve">do </w:t>
      </w:r>
      <w:r w:rsidR="001B2BD0">
        <w:rPr>
          <w:szCs w:val="24"/>
        </w:rPr>
        <w:t>druh</w:t>
      </w:r>
      <w:r>
        <w:rPr>
          <w:szCs w:val="24"/>
        </w:rPr>
        <w:t>ého</w:t>
      </w:r>
      <w:r w:rsidR="001B2BD0">
        <w:rPr>
          <w:szCs w:val="24"/>
        </w:rPr>
        <w:t xml:space="preserve"> dn</w:t>
      </w:r>
      <w:r>
        <w:rPr>
          <w:szCs w:val="24"/>
        </w:rPr>
        <w:t xml:space="preserve">e. </w:t>
      </w:r>
    </w:p>
    <w:p w14:paraId="53FF1B9D" w14:textId="77777777" w:rsidR="001F3E83" w:rsidRDefault="00F6260D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lastRenderedPageBreak/>
        <w:t>V 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7CD32CF3" w14:textId="77777777" w:rsidR="001F3E83" w:rsidRPr="0019552C" w:rsidRDefault="001F3E83" w:rsidP="001F3E83">
      <w:pPr>
        <w:ind w:left="426"/>
        <w:jc w:val="both"/>
        <w:rPr>
          <w:szCs w:val="24"/>
        </w:rPr>
      </w:pPr>
    </w:p>
    <w:p w14:paraId="4C705B17" w14:textId="77777777" w:rsidR="001F3E83" w:rsidRDefault="00F6260D" w:rsidP="001F3E83">
      <w:pPr>
        <w:pStyle w:val="Nadpis3"/>
      </w:pPr>
      <w:bookmarkStart w:id="80" w:name="_Toc254096385"/>
      <w:bookmarkStart w:id="81" w:name="_Toc351026427"/>
      <w:bookmarkStart w:id="82" w:name="_Toc364060381"/>
      <w:bookmarkStart w:id="83" w:name="_Toc514397062"/>
      <w:bookmarkStart w:id="84" w:name="_Toc4157309"/>
      <w:r w:rsidRPr="00777238">
        <w:t xml:space="preserve">Hromadné </w:t>
      </w:r>
      <w:r>
        <w:t>za</w:t>
      </w:r>
      <w:r w:rsidRPr="00777238">
        <w:t>plombování</w:t>
      </w:r>
      <w:bookmarkEnd w:id="80"/>
      <w:bookmarkEnd w:id="81"/>
      <w:bookmarkEnd w:id="82"/>
      <w:bookmarkEnd w:id="83"/>
      <w:bookmarkEnd w:id="84"/>
    </w:p>
    <w:p w14:paraId="0D636217" w14:textId="77777777" w:rsidR="001F3E83" w:rsidRPr="0065498C" w:rsidRDefault="00F6260D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85" w:name="_Toc254096386"/>
      <w:bookmarkStart w:id="86" w:name="_Toc351026428"/>
      <w:bookmarkStart w:id="87" w:name="_Toc364060382"/>
      <w:bookmarkStart w:id="88" w:name="_Toc514397063"/>
      <w:bookmarkStart w:id="89" w:name="_Toc4157310"/>
      <w:r w:rsidRPr="0065498C">
        <w:t xml:space="preserve">Požadavek </w:t>
      </w:r>
      <w:bookmarkEnd w:id="85"/>
      <w:bookmarkEnd w:id="86"/>
      <w:bookmarkEnd w:id="87"/>
      <w:r>
        <w:t>ELMF a požadavek rekonstrukce</w:t>
      </w:r>
      <w:bookmarkEnd w:id="88"/>
      <w:bookmarkEnd w:id="89"/>
      <w:r w:rsidRPr="0065498C">
        <w:t xml:space="preserve"> </w:t>
      </w:r>
    </w:p>
    <w:p w14:paraId="38B6D2F0" w14:textId="77777777" w:rsidR="009C0433" w:rsidRDefault="00F6260D" w:rsidP="001F3E83">
      <w:pPr>
        <w:ind w:left="426"/>
        <w:jc w:val="both"/>
        <w:rPr>
          <w:szCs w:val="24"/>
        </w:rPr>
      </w:pPr>
      <w:bookmarkStart w:id="90" w:name="_Toc213054036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provede na základě </w:t>
      </w:r>
      <w:r>
        <w:rPr>
          <w:szCs w:val="24"/>
        </w:rPr>
        <w:t>SZ</w:t>
      </w:r>
      <w:r w:rsidRPr="00E164E6">
        <w:rPr>
          <w:szCs w:val="24"/>
        </w:rPr>
        <w:t xml:space="preserve"> zaplombování</w:t>
      </w:r>
      <w:r>
        <w:rPr>
          <w:szCs w:val="24"/>
        </w:rPr>
        <w:t xml:space="preserve">, postupuje podle </w:t>
      </w:r>
      <w:r w:rsidR="009B2593">
        <w:rPr>
          <w:szCs w:val="24"/>
        </w:rPr>
        <w:t>ECD-PP-321</w:t>
      </w:r>
      <w:r>
        <w:rPr>
          <w:szCs w:val="24"/>
        </w:rPr>
        <w:t>,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zkontroluje výrobní čísla elektroměrů, zapíše k nim stavy, zkontroluje hodnotu hlavního jističe. Vyplněnou SZ předá pracovníkovi zpracovávajícímu SZ do systému, který data ze SZ zavede do systému. </w:t>
      </w:r>
      <w:bookmarkEnd w:id="90"/>
      <w:r w:rsidR="009B2593">
        <w:rPr>
          <w:szCs w:val="24"/>
        </w:rPr>
        <w:t xml:space="preserve">V případě, že je SZ montérem zpracovávána elektronicky přes MKM, jsou data ze SZ v SAP nejpozději do druhého dne. </w:t>
      </w:r>
    </w:p>
    <w:p w14:paraId="58C71F12" w14:textId="77777777" w:rsidR="001F3E83" w:rsidRDefault="00F6260D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>V</w:t>
      </w:r>
      <w:r>
        <w:rPr>
          <w:szCs w:val="24"/>
        </w:rPr>
        <w:t xml:space="preserve"> </w:t>
      </w:r>
      <w:r w:rsidRPr="00E164E6">
        <w:rPr>
          <w:szCs w:val="24"/>
        </w:rPr>
        <w:t>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69FFE63B" w14:textId="77777777" w:rsidR="001F3E83" w:rsidRDefault="00F6260D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91" w:name="_Toc254096388"/>
      <w:bookmarkStart w:id="92" w:name="_Toc351026430"/>
      <w:bookmarkStart w:id="93" w:name="_Toc364060384"/>
      <w:bookmarkStart w:id="94" w:name="_Toc514397064"/>
      <w:bookmarkStart w:id="95" w:name="_Toc4157311"/>
      <w:r w:rsidRPr="0065498C">
        <w:t>Požadavek zákazníka v místě s více odběry</w:t>
      </w:r>
      <w:bookmarkEnd w:id="91"/>
      <w:bookmarkEnd w:id="92"/>
      <w:bookmarkEnd w:id="93"/>
      <w:bookmarkEnd w:id="94"/>
      <w:bookmarkEnd w:id="95"/>
      <w:r w:rsidRPr="0065498C">
        <w:t xml:space="preserve"> </w:t>
      </w:r>
    </w:p>
    <w:p w14:paraId="19304678" w14:textId="77777777" w:rsidR="009C0433" w:rsidRDefault="00F6260D" w:rsidP="001F3E83">
      <w:pPr>
        <w:ind w:left="426"/>
        <w:jc w:val="both"/>
        <w:rPr>
          <w:szCs w:val="24"/>
        </w:rPr>
      </w:pPr>
      <w:bookmarkStart w:id="96" w:name="_Toc213054040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>provede pracovní příkaz podle pokynů</w:t>
      </w:r>
      <w:r>
        <w:rPr>
          <w:szCs w:val="24"/>
        </w:rPr>
        <w:t xml:space="preserve"> (viz </w:t>
      </w:r>
      <w:r w:rsidR="009B2593">
        <w:rPr>
          <w:szCs w:val="24"/>
        </w:rPr>
        <w:t>ECD-PP-321</w:t>
      </w:r>
      <w:r>
        <w:rPr>
          <w:szCs w:val="24"/>
        </w:rPr>
        <w:t>)</w:t>
      </w:r>
      <w:r w:rsidRPr="00E164E6">
        <w:rPr>
          <w:szCs w:val="24"/>
        </w:rPr>
        <w:t>, současně provede zaplombování i ostatních OM, která byla odplombována v důsledku prací na OM, na které je vystaven</w:t>
      </w:r>
      <w:r>
        <w:rPr>
          <w:szCs w:val="24"/>
        </w:rPr>
        <w:t>a SZ</w:t>
      </w:r>
      <w:r w:rsidRPr="00E164E6">
        <w:rPr>
          <w:szCs w:val="24"/>
        </w:rPr>
        <w:t>. Vyplněn</w:t>
      </w:r>
      <w:r>
        <w:rPr>
          <w:szCs w:val="24"/>
        </w:rPr>
        <w:t>ou</w:t>
      </w:r>
      <w:r w:rsidRPr="00E164E6">
        <w:rPr>
          <w:szCs w:val="24"/>
        </w:rPr>
        <w:t xml:space="preserve"> </w:t>
      </w:r>
      <w:r>
        <w:rPr>
          <w:szCs w:val="24"/>
        </w:rPr>
        <w:t>SZ</w:t>
      </w:r>
      <w:r w:rsidRPr="00E164E6">
        <w:rPr>
          <w:szCs w:val="24"/>
        </w:rPr>
        <w:t xml:space="preserve"> </w:t>
      </w:r>
      <w:r>
        <w:rPr>
          <w:szCs w:val="24"/>
        </w:rPr>
        <w:t>předá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koordinátorovi, který </w:t>
      </w:r>
      <w:r w:rsidRPr="00E164E6">
        <w:rPr>
          <w:szCs w:val="24"/>
        </w:rPr>
        <w:t>j</w:t>
      </w:r>
      <w:r>
        <w:rPr>
          <w:szCs w:val="24"/>
        </w:rPr>
        <w:t>í</w:t>
      </w:r>
      <w:r w:rsidRPr="00E164E6">
        <w:rPr>
          <w:szCs w:val="24"/>
        </w:rPr>
        <w:t xml:space="preserve"> zpracuje a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servisní </w:t>
      </w:r>
      <w:r>
        <w:rPr>
          <w:szCs w:val="24"/>
        </w:rPr>
        <w:t>zakázku</w:t>
      </w:r>
      <w:r w:rsidRPr="00E164E6">
        <w:rPr>
          <w:szCs w:val="24"/>
        </w:rPr>
        <w:t xml:space="preserve"> uzavře.</w:t>
      </w:r>
      <w:r w:rsidR="009B2593">
        <w:rPr>
          <w:szCs w:val="24"/>
        </w:rPr>
        <w:t xml:space="preserve"> V případě elektronického zpracování SZ pomocí MKM jsou data v systému SAP nejpozději do druhého dne.</w:t>
      </w:r>
    </w:p>
    <w:p w14:paraId="6C0C25AF" w14:textId="77777777" w:rsidR="001F3E83" w:rsidRDefault="00F6260D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 xml:space="preserve">V případě podezření na neoprávněný odběr je postupováno </w:t>
      </w:r>
      <w:r w:rsidR="009C0433">
        <w:rPr>
          <w:szCs w:val="24"/>
        </w:rPr>
        <w:t>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bookmarkEnd w:id="96"/>
      <w:r>
        <w:rPr>
          <w:szCs w:val="24"/>
        </w:rPr>
        <w:t>80.</w:t>
      </w:r>
      <w:r w:rsidRPr="00661332">
        <w:rPr>
          <w:szCs w:val="24"/>
        </w:rPr>
        <w:t xml:space="preserve"> </w:t>
      </w:r>
      <w:r>
        <w:rPr>
          <w:szCs w:val="24"/>
        </w:rPr>
        <w:t>V případě, že nesouhlasí hodnota hlavního jističe, montér místo zaplombuje, a při zadání hodnoty HJ do systému je spuštěno na pozadí WF.</w:t>
      </w:r>
    </w:p>
    <w:p w14:paraId="290E9E57" w14:textId="77777777" w:rsidR="001F3E83" w:rsidRDefault="001F3E83" w:rsidP="001F3E83">
      <w:pPr>
        <w:ind w:left="426"/>
        <w:jc w:val="both"/>
        <w:rPr>
          <w:szCs w:val="24"/>
        </w:rPr>
      </w:pPr>
    </w:p>
    <w:p w14:paraId="30DD3B82" w14:textId="77777777" w:rsidR="001F3E83" w:rsidRDefault="00F6260D" w:rsidP="001F3E83">
      <w:pPr>
        <w:pStyle w:val="Nadpis1"/>
      </w:pPr>
      <w:bookmarkStart w:id="97" w:name="_Toc351026436"/>
      <w:bookmarkStart w:id="98" w:name="_Toc364060390"/>
      <w:bookmarkStart w:id="99" w:name="_Toc514397065"/>
      <w:bookmarkStart w:id="100" w:name="_Toc4157312"/>
      <w:r>
        <w:t xml:space="preserve">Související </w:t>
      </w:r>
      <w:r w:rsidRPr="003F375C">
        <w:t>dokumentace</w:t>
      </w:r>
      <w:bookmarkEnd w:id="97"/>
      <w:bookmarkEnd w:id="98"/>
      <w:bookmarkEnd w:id="99"/>
      <w:bookmarkEnd w:id="100"/>
    </w:p>
    <w:p w14:paraId="3240C424" w14:textId="77777777" w:rsidR="001F3E83" w:rsidRDefault="00F6260D" w:rsidP="001F3E83">
      <w:pPr>
        <w:pStyle w:val="Nadpis2"/>
      </w:pPr>
      <w:bookmarkStart w:id="101" w:name="_Toc351026437"/>
      <w:bookmarkStart w:id="102" w:name="_Toc364060391"/>
      <w:bookmarkStart w:id="103" w:name="_Toc514397066"/>
      <w:bookmarkStart w:id="104" w:name="_Toc4157313"/>
      <w:r>
        <w:t>IŘD</w:t>
      </w:r>
      <w:bookmarkEnd w:id="101"/>
      <w:bookmarkEnd w:id="102"/>
      <w:bookmarkEnd w:id="103"/>
      <w:bookmarkEnd w:id="104"/>
      <w:r>
        <w:t xml:space="preserve"> </w:t>
      </w:r>
    </w:p>
    <w:p w14:paraId="79B171B7" w14:textId="6B5086FF" w:rsidR="001F3E83" w:rsidRDefault="00F6260D" w:rsidP="001F3E83">
      <w:pPr>
        <w:pStyle w:val="Textodstavec"/>
      </w:pPr>
      <w:r>
        <w:t>ECD-PP-320</w:t>
      </w:r>
      <w:r w:rsidR="00D95DEA">
        <w:tab/>
      </w:r>
      <w:r>
        <w:t>Řízení TPM</w:t>
      </w:r>
    </w:p>
    <w:p w14:paraId="53EDA849" w14:textId="0B82D5C4" w:rsidR="001F3E83" w:rsidRDefault="00F6260D" w:rsidP="001F3E83">
      <w:pPr>
        <w:pStyle w:val="Textodstavec"/>
      </w:pPr>
      <w:r>
        <w:t>ECD-PP-321</w:t>
      </w:r>
      <w:r>
        <w:tab/>
        <w:t>Standard servisních zakázek - oblast elektro</w:t>
      </w:r>
    </w:p>
    <w:p w14:paraId="4958966B" w14:textId="77777777" w:rsidR="00D95DEA" w:rsidRDefault="00F6260D" w:rsidP="00D95DEA">
      <w:pPr>
        <w:pStyle w:val="Textodstavec"/>
      </w:pPr>
      <w:r>
        <w:t xml:space="preserve">ECZR-PP-80 </w:t>
      </w:r>
      <w:r>
        <w:tab/>
        <w:t>Řešení neoprávněného odběru</w:t>
      </w:r>
    </w:p>
    <w:p w14:paraId="5F5DCEAF" w14:textId="77777777" w:rsidR="001F3E83" w:rsidRDefault="001F3E83" w:rsidP="001F3E83">
      <w:pPr>
        <w:pStyle w:val="Textodstavec"/>
      </w:pPr>
    </w:p>
    <w:p w14:paraId="2CCF0B6F" w14:textId="77777777" w:rsidR="001F3E83" w:rsidRDefault="00F6260D" w:rsidP="001F3E83">
      <w:pPr>
        <w:pStyle w:val="Nadpis2"/>
      </w:pPr>
      <w:bookmarkStart w:id="105" w:name="_Toc514397067"/>
      <w:bookmarkStart w:id="106" w:name="_Toc4157314"/>
      <w:r>
        <w:t>Další dokumenty</w:t>
      </w:r>
      <w:bookmarkEnd w:id="105"/>
      <w:bookmarkEnd w:id="106"/>
    </w:p>
    <w:p w14:paraId="1DF65E78" w14:textId="77777777" w:rsidR="001F3E83" w:rsidRDefault="00F6260D" w:rsidP="001F3E83">
      <w:pPr>
        <w:spacing w:line="280" w:lineRule="atLeast"/>
        <w:ind w:left="720"/>
      </w:pPr>
      <w:r>
        <w:t>ECD-MP-SM-15 – Rozšířené WF</w:t>
      </w:r>
    </w:p>
    <w:p w14:paraId="0F92DD77" w14:textId="77777777" w:rsidR="001F3E83" w:rsidRPr="00332C6A" w:rsidRDefault="001F3E83" w:rsidP="001F3E83">
      <w:pPr>
        <w:pStyle w:val="Textodstavec"/>
      </w:pPr>
    </w:p>
    <w:p w14:paraId="1046D6BB" w14:textId="77777777" w:rsidR="001F3E83" w:rsidRPr="00D64808" w:rsidRDefault="001F3E83" w:rsidP="001F3E83">
      <w:pPr>
        <w:pStyle w:val="Textodstavec"/>
      </w:pPr>
    </w:p>
    <w:p w14:paraId="08A875C4" w14:textId="77777777" w:rsidR="001F3E83" w:rsidRDefault="00F6260D" w:rsidP="001F3E83">
      <w:pPr>
        <w:pStyle w:val="Nadpis1"/>
      </w:pPr>
      <w:bookmarkStart w:id="107" w:name="_Toc514397068"/>
      <w:bookmarkStart w:id="108" w:name="_Toc4157315"/>
      <w:r>
        <w:t>Závěrečná a přechodná ustanovení</w:t>
      </w:r>
      <w:bookmarkEnd w:id="107"/>
      <w:bookmarkEnd w:id="108"/>
    </w:p>
    <w:p w14:paraId="41BA8BA9" w14:textId="77777777" w:rsidR="001F3E83" w:rsidRPr="006E1C74" w:rsidRDefault="001F3E83" w:rsidP="001F3E83">
      <w:pPr>
        <w:pStyle w:val="Textodstavec"/>
      </w:pPr>
    </w:p>
    <w:p w14:paraId="2C8CB9B9" w14:textId="1CDFBD27" w:rsidR="001F3E83" w:rsidRDefault="00F6260D" w:rsidP="001F3E83">
      <w:pPr>
        <w:pStyle w:val="Textodstavec"/>
      </w:pPr>
      <w:r>
        <w:t>Vydáním tohoto prováděcího pokynu (ECD-PP-327) se nahrazuje a ukončuje platnost dokumentu ECZR-PP-DS-215, revize 2.</w:t>
      </w:r>
    </w:p>
    <w:sectPr w:rsidR="001F3E83" w:rsidSect="00580D1B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5308C" w14:textId="77777777" w:rsidR="00F6260D" w:rsidRDefault="00F6260D">
      <w:r>
        <w:separator/>
      </w:r>
    </w:p>
  </w:endnote>
  <w:endnote w:type="continuationSeparator" w:id="0">
    <w:p w14:paraId="29D1C7E5" w14:textId="77777777" w:rsidR="00F6260D" w:rsidRDefault="00F6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3044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118B84E3" w14:textId="77777777" w:rsidR="00D95DEA" w:rsidRDefault="00F6260D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075A652" w14:textId="49B929AD" w:rsidR="00D95DEA" w:rsidRDefault="00F6260D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A57E50" w:rsidRPr="00A57E50">
        <w:rPr>
          <w:noProof/>
          <w:color w:val="000000" w:themeColor="text1"/>
        </w:rPr>
        <w:t>15.04.2025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8CDB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7D6C6501" w14:textId="77777777" w:rsidR="00D95DEA" w:rsidRDefault="00F6260D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26BC116" w14:textId="66896DA2" w:rsidR="00D95DEA" w:rsidRDefault="00F6260D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A57E50" w:rsidRPr="00A57E50">
        <w:rPr>
          <w:noProof/>
          <w:color w:val="000000" w:themeColor="text1"/>
        </w:rPr>
        <w:t>15.04.2025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F1F0E" w14:textId="77777777" w:rsidR="00F6260D" w:rsidRDefault="00F6260D">
      <w:r>
        <w:separator/>
      </w:r>
    </w:p>
  </w:footnote>
  <w:footnote w:type="continuationSeparator" w:id="0">
    <w:p w14:paraId="5B4C714D" w14:textId="77777777" w:rsidR="00F6260D" w:rsidRDefault="00F62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B77681" w14:paraId="1B31D3A0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07107E1B" w14:textId="77777777" w:rsidR="00D95DEA" w:rsidRPr="000E0C52" w:rsidRDefault="00F6260D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69E4ACFE" wp14:editId="04CD69B7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EC283B7" w14:textId="77777777" w:rsidR="00D95DEA" w:rsidRPr="000E0C52" w:rsidRDefault="00D95DEA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743B5E9" w14:textId="100F4F54" w:rsidR="00D95DEA" w:rsidRPr="007E3B6B" w:rsidRDefault="00F6260D" w:rsidP="009B2593">
          <w:pPr>
            <w:pStyle w:val="ZhlavNadpis1dek"/>
          </w:pPr>
          <w:fldSimple w:instr=" STYLEREF  Záhlaví_Nadpis_1.řádek  \* MERGEFORMAT ">
            <w:r w:rsidR="00A57E50" w:rsidRPr="00A57E50">
              <w:rPr>
                <w:bCs w:val="0"/>
                <w:noProof/>
              </w:rPr>
              <w:t>Postup při</w:t>
            </w:r>
            <w:r w:rsidR="00A57E50">
              <w:rPr>
                <w:noProof/>
              </w:rPr>
              <w:t xml:space="preserve"> žádosti o odplombování a opětné zaplombování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BA6687C" w14:textId="77777777" w:rsidR="00D95DEA" w:rsidRPr="00AF7E8C" w:rsidRDefault="00F6260D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6A0349C4" w14:textId="0E5BEB30" w:rsidR="00D95DEA" w:rsidRPr="00AF7E8C" w:rsidRDefault="00F6260D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B77681" w14:paraId="7B7E3E3D" w14:textId="77777777" w:rsidTr="008D4AD4">
      <w:trPr>
        <w:trHeight w:val="283"/>
      </w:trPr>
      <w:tc>
        <w:tcPr>
          <w:tcW w:w="1814" w:type="dxa"/>
          <w:vMerge/>
        </w:tcPr>
        <w:p w14:paraId="6190586C" w14:textId="77777777" w:rsidR="00D95DEA" w:rsidRPr="00C61E55" w:rsidRDefault="00D95DEA" w:rsidP="00ED285E">
          <w:pPr>
            <w:pStyle w:val="Tabulkanormln"/>
          </w:pPr>
        </w:p>
      </w:tc>
      <w:tc>
        <w:tcPr>
          <w:tcW w:w="4082" w:type="dxa"/>
          <w:vMerge/>
        </w:tcPr>
        <w:p w14:paraId="799D0305" w14:textId="77777777" w:rsidR="00D95DEA" w:rsidRPr="00C61E55" w:rsidRDefault="00D95DEA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1789C437" w14:textId="77777777" w:rsidR="00D95DEA" w:rsidRPr="00AF7E8C" w:rsidRDefault="00F6260D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1B392CF4" w14:textId="0FC1203D" w:rsidR="00D95DEA" w:rsidRPr="00D95DEA" w:rsidRDefault="00F6260D" w:rsidP="00AF7E8C">
          <w:pPr>
            <w:pStyle w:val="Zhlavostatntext"/>
            <w:rPr>
              <w:sz w:val="20"/>
              <w:szCs w:val="20"/>
            </w:rPr>
          </w:pPr>
          <w:r w:rsidRPr="00D95DEA">
            <w:rPr>
              <w:sz w:val="20"/>
              <w:szCs w:val="20"/>
            </w:rPr>
            <w:fldChar w:fldCharType="begin"/>
          </w:r>
          <w:r w:rsidRPr="00D95DEA">
            <w:rPr>
              <w:sz w:val="20"/>
              <w:szCs w:val="20"/>
            </w:rPr>
            <w:instrText xml:space="preserve"> STYLEREF  Záhlaví_datum_platnost  \* MERGEFORMAT </w:instrText>
          </w:r>
          <w:r w:rsidRPr="00D95DEA">
            <w:rPr>
              <w:sz w:val="20"/>
              <w:szCs w:val="20"/>
            </w:rPr>
            <w:fldChar w:fldCharType="separate"/>
          </w:r>
          <w:r w:rsidR="00A57E50">
            <w:rPr>
              <w:noProof/>
              <w:sz w:val="20"/>
              <w:szCs w:val="20"/>
            </w:rPr>
            <w:t>1.4.2019</w:t>
          </w:r>
          <w:r w:rsidRPr="00D95DEA">
            <w:rPr>
              <w:noProof/>
              <w:sz w:val="20"/>
              <w:szCs w:val="20"/>
            </w:rPr>
            <w:fldChar w:fldCharType="end"/>
          </w:r>
        </w:p>
      </w:tc>
    </w:tr>
    <w:tr w:rsidR="00B77681" w14:paraId="0C072053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3526B3CE" w14:textId="77777777" w:rsidR="00D95DEA" w:rsidRDefault="00D95DEA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28CCB33D" w14:textId="77777777" w:rsidR="00D95DEA" w:rsidRDefault="00D95DEA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5004F6FD" w14:textId="77777777" w:rsidR="00D95DEA" w:rsidRPr="00AF7E8C" w:rsidRDefault="00F6260D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9841ADB" w14:textId="06B5D20F" w:rsidR="00D95DEA" w:rsidRPr="00AF7E8C" w:rsidRDefault="00F6260D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A57E50" w:rsidRPr="00A57E50">
              <w:rPr>
                <w:noProof/>
                <w:szCs w:val="20"/>
              </w:rPr>
              <w:t>15</w:t>
            </w:r>
            <w:r w:rsidR="00A57E50">
              <w:rPr>
                <w:noProof/>
              </w:rPr>
              <w:t>.4.2019</w:t>
            </w:r>
          </w:fldSimple>
        </w:p>
      </w:tc>
    </w:tr>
    <w:tr w:rsidR="00B77681" w14:paraId="227145CA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086FBEB0" w14:textId="55CC27FA" w:rsidR="00D95DEA" w:rsidRPr="00F73419" w:rsidRDefault="00F6260D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A57E50" w:rsidRPr="00A57E50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1F311B2" w14:textId="24378A80" w:rsidR="00D95DEA" w:rsidRPr="00AF7E8C" w:rsidRDefault="00F6260D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A57E50">
              <w:rPr>
                <w:noProof/>
              </w:rPr>
              <w:t>ECD-PP-327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4FAB681" w14:textId="77777777" w:rsidR="00D95DEA" w:rsidRPr="00AF7E8C" w:rsidRDefault="00F6260D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138285D" w14:textId="17E3DCE9" w:rsidR="00D95DEA" w:rsidRPr="00CA427F" w:rsidRDefault="00F6260D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A57E50">
              <w:rPr>
                <w:noProof/>
              </w:rPr>
              <w:t>0</w:t>
            </w:r>
          </w:fldSimple>
        </w:p>
      </w:tc>
    </w:tr>
  </w:tbl>
  <w:p w14:paraId="6E8F0D3A" w14:textId="77777777" w:rsidR="00D95DEA" w:rsidRDefault="00D95DEA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320"/>
    <w:multiLevelType w:val="hybridMultilevel"/>
    <w:tmpl w:val="26329E66"/>
    <w:lvl w:ilvl="0" w:tplc="774877DC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93AEF2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8AD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D9C0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8F836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1E74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0E81E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E0803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C6B0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10329E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398F9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22DD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CD62E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18A3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BEDB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ED8F8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1966B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96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B8DA36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7E4F8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6C83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53A29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19C8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60D1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A50B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B7AD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54F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55FAC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7B21A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580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1F26B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489D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4E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B401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C52DA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24E0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F84412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43077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A69B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CAD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A4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988B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1A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3C3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B82B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BA3E56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8E6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AE42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2CE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6246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529C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81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0A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06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3508B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F547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2C6D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B347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9F4FC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EEA6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3EC0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318C7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8062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77B254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7B80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BA3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36C6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D66E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3C26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880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92C73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387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B169D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B889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972E3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F08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A182B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C65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9AAB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582C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286F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698A5F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0647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CEF0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478C7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A4CC1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6A0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A8D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444C3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8C98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4D226163"/>
    <w:multiLevelType w:val="hybridMultilevel"/>
    <w:tmpl w:val="704455E8"/>
    <w:lvl w:ilvl="0" w:tplc="96A4B3A6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0222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A6D7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3A8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E1ABD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A0E3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2D007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0EC22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CEF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461B12"/>
    <w:multiLevelType w:val="hybridMultilevel"/>
    <w:tmpl w:val="2B941088"/>
    <w:lvl w:ilvl="0" w:tplc="21EA795A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DD7C9A2A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  <w:rPr>
        <w:rFonts w:hint="default"/>
      </w:rPr>
    </w:lvl>
    <w:lvl w:ilvl="2" w:tplc="CE20524A">
      <w:start w:val="6"/>
      <w:numFmt w:val="bullet"/>
      <w:lvlText w:val="-"/>
      <w:lvlJc w:val="left"/>
      <w:pPr>
        <w:tabs>
          <w:tab w:val="num" w:pos="4069"/>
        </w:tabs>
        <w:ind w:left="4069" w:hanging="360"/>
      </w:pPr>
      <w:rPr>
        <w:rFonts w:ascii="Times New Roman" w:eastAsia="SimSun" w:hAnsi="Times New Roman" w:cs="Times New Roman" w:hint="default"/>
      </w:rPr>
    </w:lvl>
    <w:lvl w:ilvl="3" w:tplc="3CBC8C4C">
      <w:start w:val="1"/>
      <w:numFmt w:val="bullet"/>
      <w:lvlText w:val=""/>
      <w:lvlJc w:val="left"/>
      <w:pPr>
        <w:tabs>
          <w:tab w:val="num" w:pos="4789"/>
        </w:tabs>
        <w:ind w:left="4789" w:hanging="360"/>
      </w:pPr>
      <w:rPr>
        <w:rFonts w:ascii="Symbol" w:hAnsi="Symbol" w:hint="default"/>
      </w:rPr>
    </w:lvl>
    <w:lvl w:ilvl="4" w:tplc="E81AAAA6">
      <w:start w:val="1"/>
      <w:numFmt w:val="bullet"/>
      <w:lvlText w:val="o"/>
      <w:lvlJc w:val="left"/>
      <w:pPr>
        <w:tabs>
          <w:tab w:val="num" w:pos="5509"/>
        </w:tabs>
        <w:ind w:left="5509" w:hanging="360"/>
      </w:pPr>
      <w:rPr>
        <w:rFonts w:ascii="Courier New" w:hAnsi="Courier New" w:hint="default"/>
      </w:rPr>
    </w:lvl>
    <w:lvl w:ilvl="5" w:tplc="112C1BE2">
      <w:start w:val="1"/>
      <w:numFmt w:val="bullet"/>
      <w:lvlText w:val=""/>
      <w:lvlJc w:val="left"/>
      <w:pPr>
        <w:tabs>
          <w:tab w:val="num" w:pos="6229"/>
        </w:tabs>
        <w:ind w:left="6229" w:hanging="360"/>
      </w:pPr>
      <w:rPr>
        <w:rFonts w:ascii="Wingdings" w:hAnsi="Wingdings" w:hint="default"/>
      </w:rPr>
    </w:lvl>
    <w:lvl w:ilvl="6" w:tplc="F9AE31AE">
      <w:start w:val="1"/>
      <w:numFmt w:val="bullet"/>
      <w:lvlText w:val=""/>
      <w:lvlJc w:val="left"/>
      <w:pPr>
        <w:tabs>
          <w:tab w:val="num" w:pos="6949"/>
        </w:tabs>
        <w:ind w:left="6949" w:hanging="360"/>
      </w:pPr>
      <w:rPr>
        <w:rFonts w:ascii="Symbol" w:hAnsi="Symbol" w:hint="default"/>
      </w:rPr>
    </w:lvl>
    <w:lvl w:ilvl="7" w:tplc="42BC934C" w:tentative="1">
      <w:start w:val="1"/>
      <w:numFmt w:val="bullet"/>
      <w:lvlText w:val="o"/>
      <w:lvlJc w:val="left"/>
      <w:pPr>
        <w:tabs>
          <w:tab w:val="num" w:pos="7669"/>
        </w:tabs>
        <w:ind w:left="7669" w:hanging="360"/>
      </w:pPr>
      <w:rPr>
        <w:rFonts w:ascii="Courier New" w:hAnsi="Courier New" w:hint="default"/>
      </w:rPr>
    </w:lvl>
    <w:lvl w:ilvl="8" w:tplc="69B01F52" w:tentative="1">
      <w:start w:val="1"/>
      <w:numFmt w:val="bullet"/>
      <w:lvlText w:val=""/>
      <w:lvlJc w:val="left"/>
      <w:pPr>
        <w:tabs>
          <w:tab w:val="num" w:pos="8389"/>
        </w:tabs>
        <w:ind w:left="8389" w:hanging="360"/>
      </w:pPr>
      <w:rPr>
        <w:rFonts w:ascii="Wingdings" w:hAnsi="Wingdings" w:hint="default"/>
      </w:rPr>
    </w:lvl>
  </w:abstractNum>
  <w:abstractNum w:abstractNumId="14" w15:restartNumberingAfterBreak="0">
    <w:nsid w:val="59A3074A"/>
    <w:multiLevelType w:val="hybridMultilevel"/>
    <w:tmpl w:val="AFCEEC5A"/>
    <w:lvl w:ilvl="0" w:tplc="3828AA7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26AE3F7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37C23C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6C46178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8DE63E96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6E0EF76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7E6026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D96C9B5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453E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AC5D82"/>
    <w:multiLevelType w:val="hybridMultilevel"/>
    <w:tmpl w:val="0572381A"/>
    <w:lvl w:ilvl="0" w:tplc="ECD68724">
      <w:start w:val="1"/>
      <w:numFmt w:val="lowerLetter"/>
      <w:lvlText w:val="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 w:tplc="1370EBC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A818F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3B06B1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5074CA0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7586F00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D8CA92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A9C500E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A9A8429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5C5D2F23"/>
    <w:multiLevelType w:val="hybridMultilevel"/>
    <w:tmpl w:val="3910A7A6"/>
    <w:lvl w:ilvl="0" w:tplc="81B210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3E66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301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CAC55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1222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B846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20AB0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F046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1A96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71198A"/>
    <w:multiLevelType w:val="hybridMultilevel"/>
    <w:tmpl w:val="E1D06D5A"/>
    <w:lvl w:ilvl="0" w:tplc="58121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A6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00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2027D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5B43A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D87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1ACBA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B66F8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9618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875B32"/>
    <w:multiLevelType w:val="hybridMultilevel"/>
    <w:tmpl w:val="A518F54C"/>
    <w:lvl w:ilvl="0" w:tplc="34EE1F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F3E0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9213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D9A2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DC092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48A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2FE2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1E233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9A55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F5471F"/>
    <w:multiLevelType w:val="hybridMultilevel"/>
    <w:tmpl w:val="4B349F24"/>
    <w:lvl w:ilvl="0" w:tplc="10DC213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381A917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A118A6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246AD1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D27A126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D72E8E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CCEE6412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8F44B358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A476F46E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C35620"/>
    <w:multiLevelType w:val="hybridMultilevel"/>
    <w:tmpl w:val="632E6D74"/>
    <w:lvl w:ilvl="0" w:tplc="40BC0252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9B230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2E5D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6202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32EB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A830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394C1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634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147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264FDA"/>
    <w:multiLevelType w:val="hybridMultilevel"/>
    <w:tmpl w:val="62888B5A"/>
    <w:lvl w:ilvl="0" w:tplc="AF9098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326D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28A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46841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968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748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7A2C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2F4AA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8040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4D2A70"/>
    <w:multiLevelType w:val="hybridMultilevel"/>
    <w:tmpl w:val="94D05796"/>
    <w:lvl w:ilvl="0" w:tplc="830A8B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FAE93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F87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2D8E2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85E4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9E5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93CCF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DF4DD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3600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3A25C4"/>
    <w:multiLevelType w:val="hybridMultilevel"/>
    <w:tmpl w:val="21EA8340"/>
    <w:lvl w:ilvl="0" w:tplc="70B2B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27C77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122B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72AD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8C20C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F4D7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100D6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BEA7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309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C948A5"/>
    <w:multiLevelType w:val="hybridMultilevel"/>
    <w:tmpl w:val="5CA466EE"/>
    <w:lvl w:ilvl="0" w:tplc="E542D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E6C26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F2E8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2626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3DAE4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04D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FD67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B62C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AE3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F73697"/>
    <w:multiLevelType w:val="hybridMultilevel"/>
    <w:tmpl w:val="1D2A2B18"/>
    <w:lvl w:ilvl="0" w:tplc="CE8E93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B1239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D80D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4FAE6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3DAE7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2AA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668B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8A2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A2F4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23772893">
    <w:abstractNumId w:val="12"/>
  </w:num>
  <w:num w:numId="2" w16cid:durableId="264309906">
    <w:abstractNumId w:val="6"/>
  </w:num>
  <w:num w:numId="3" w16cid:durableId="133763288">
    <w:abstractNumId w:val="21"/>
  </w:num>
  <w:num w:numId="4" w16cid:durableId="144245243">
    <w:abstractNumId w:val="17"/>
  </w:num>
  <w:num w:numId="5" w16cid:durableId="1961645254">
    <w:abstractNumId w:val="0"/>
  </w:num>
  <w:num w:numId="6" w16cid:durableId="1425104024">
    <w:abstractNumId w:val="16"/>
  </w:num>
  <w:num w:numId="7" w16cid:durableId="499396440">
    <w:abstractNumId w:val="23"/>
  </w:num>
  <w:num w:numId="8" w16cid:durableId="1343973264">
    <w:abstractNumId w:val="19"/>
  </w:num>
  <w:num w:numId="9" w16cid:durableId="2075734945">
    <w:abstractNumId w:val="18"/>
  </w:num>
  <w:num w:numId="10" w16cid:durableId="516388936">
    <w:abstractNumId w:val="3"/>
  </w:num>
  <w:num w:numId="11" w16cid:durableId="158664963">
    <w:abstractNumId w:val="7"/>
  </w:num>
  <w:num w:numId="12" w16cid:durableId="214506410">
    <w:abstractNumId w:val="26"/>
  </w:num>
  <w:num w:numId="13" w16cid:durableId="1350523904">
    <w:abstractNumId w:val="5"/>
  </w:num>
  <w:num w:numId="14" w16cid:durableId="1280332316">
    <w:abstractNumId w:val="10"/>
  </w:num>
  <w:num w:numId="15" w16cid:durableId="1682774473">
    <w:abstractNumId w:val="27"/>
  </w:num>
  <w:num w:numId="16" w16cid:durableId="1412704323">
    <w:abstractNumId w:val="2"/>
  </w:num>
  <w:num w:numId="17" w16cid:durableId="1012536527">
    <w:abstractNumId w:val="25"/>
  </w:num>
  <w:num w:numId="18" w16cid:durableId="1938438639">
    <w:abstractNumId w:val="24"/>
  </w:num>
  <w:num w:numId="19" w16cid:durableId="2043553405">
    <w:abstractNumId w:val="22"/>
  </w:num>
  <w:num w:numId="20" w16cid:durableId="340400542">
    <w:abstractNumId w:val="4"/>
  </w:num>
  <w:num w:numId="21" w16cid:durableId="2090038855">
    <w:abstractNumId w:val="1"/>
  </w:num>
  <w:num w:numId="22" w16cid:durableId="2014601881">
    <w:abstractNumId w:val="20"/>
  </w:num>
  <w:num w:numId="23" w16cid:durableId="2084330557">
    <w:abstractNumId w:val="8"/>
  </w:num>
  <w:num w:numId="24" w16cid:durableId="1872457402">
    <w:abstractNumId w:val="6"/>
  </w:num>
  <w:num w:numId="25" w16cid:durableId="871648263">
    <w:abstractNumId w:val="11"/>
  </w:num>
  <w:num w:numId="26" w16cid:durableId="493301337">
    <w:abstractNumId w:val="9"/>
  </w:num>
  <w:num w:numId="27" w16cid:durableId="1876307375">
    <w:abstractNumId w:val="14"/>
  </w:num>
  <w:num w:numId="28" w16cid:durableId="1049457995">
    <w:abstractNumId w:val="13"/>
  </w:num>
  <w:num w:numId="29" w16cid:durableId="426924172">
    <w:abstractNumId w:val="15"/>
  </w:num>
  <w:num w:numId="30" w16cid:durableId="730613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F7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B6DE1"/>
    <w:rsid w:val="000C742C"/>
    <w:rsid w:val="000D2C3A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33A2"/>
    <w:rsid w:val="0018776B"/>
    <w:rsid w:val="0019552C"/>
    <w:rsid w:val="00195A01"/>
    <w:rsid w:val="001A62F0"/>
    <w:rsid w:val="001B277E"/>
    <w:rsid w:val="001B2BD0"/>
    <w:rsid w:val="001D28C2"/>
    <w:rsid w:val="001D3EA4"/>
    <w:rsid w:val="001D597F"/>
    <w:rsid w:val="001D5FED"/>
    <w:rsid w:val="001E230B"/>
    <w:rsid w:val="001F0A0A"/>
    <w:rsid w:val="001F0BC7"/>
    <w:rsid w:val="001F380B"/>
    <w:rsid w:val="001F39F4"/>
    <w:rsid w:val="001F3E83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405B5"/>
    <w:rsid w:val="00250EB2"/>
    <w:rsid w:val="002521F1"/>
    <w:rsid w:val="002563AA"/>
    <w:rsid w:val="0026326E"/>
    <w:rsid w:val="002677A2"/>
    <w:rsid w:val="00271654"/>
    <w:rsid w:val="00275560"/>
    <w:rsid w:val="00293E0C"/>
    <w:rsid w:val="002A2949"/>
    <w:rsid w:val="002A2D01"/>
    <w:rsid w:val="002A354D"/>
    <w:rsid w:val="002A3B7B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2C6A"/>
    <w:rsid w:val="00337EC1"/>
    <w:rsid w:val="0034062E"/>
    <w:rsid w:val="00341092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0880"/>
    <w:rsid w:val="0039163E"/>
    <w:rsid w:val="00392177"/>
    <w:rsid w:val="00392F53"/>
    <w:rsid w:val="003A0BF7"/>
    <w:rsid w:val="003A3917"/>
    <w:rsid w:val="003A3AAB"/>
    <w:rsid w:val="003B662E"/>
    <w:rsid w:val="003C37D5"/>
    <w:rsid w:val="003F375C"/>
    <w:rsid w:val="003F72FA"/>
    <w:rsid w:val="00402C3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3E8F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E088B"/>
    <w:rsid w:val="004E2268"/>
    <w:rsid w:val="004F2E63"/>
    <w:rsid w:val="00505FAC"/>
    <w:rsid w:val="00514500"/>
    <w:rsid w:val="00514A2C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5498C"/>
    <w:rsid w:val="00661332"/>
    <w:rsid w:val="0066150A"/>
    <w:rsid w:val="006623ED"/>
    <w:rsid w:val="00662B22"/>
    <w:rsid w:val="006639FE"/>
    <w:rsid w:val="00670F12"/>
    <w:rsid w:val="006714E2"/>
    <w:rsid w:val="00684250"/>
    <w:rsid w:val="006917FA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1C74"/>
    <w:rsid w:val="006E4802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24DBA"/>
    <w:rsid w:val="00733222"/>
    <w:rsid w:val="007360C7"/>
    <w:rsid w:val="0073664E"/>
    <w:rsid w:val="007409C2"/>
    <w:rsid w:val="00744ABA"/>
    <w:rsid w:val="00751AB7"/>
    <w:rsid w:val="00757EC1"/>
    <w:rsid w:val="00760D07"/>
    <w:rsid w:val="00763686"/>
    <w:rsid w:val="00765A92"/>
    <w:rsid w:val="00777238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3B6B"/>
    <w:rsid w:val="007E3CCE"/>
    <w:rsid w:val="007E552A"/>
    <w:rsid w:val="007E714A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295E"/>
    <w:rsid w:val="0084438A"/>
    <w:rsid w:val="00845547"/>
    <w:rsid w:val="00846D35"/>
    <w:rsid w:val="00855418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2B56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B11EA"/>
    <w:rsid w:val="009B2593"/>
    <w:rsid w:val="009B52A1"/>
    <w:rsid w:val="009B7E41"/>
    <w:rsid w:val="009C0433"/>
    <w:rsid w:val="009C4223"/>
    <w:rsid w:val="009C5ADA"/>
    <w:rsid w:val="009D1EEF"/>
    <w:rsid w:val="009D3239"/>
    <w:rsid w:val="009E7E75"/>
    <w:rsid w:val="009F0E0F"/>
    <w:rsid w:val="00A0255E"/>
    <w:rsid w:val="00A1294C"/>
    <w:rsid w:val="00A135AD"/>
    <w:rsid w:val="00A13DB7"/>
    <w:rsid w:val="00A278C9"/>
    <w:rsid w:val="00A3138E"/>
    <w:rsid w:val="00A3258A"/>
    <w:rsid w:val="00A33FE3"/>
    <w:rsid w:val="00A36A5F"/>
    <w:rsid w:val="00A4031F"/>
    <w:rsid w:val="00A40FBF"/>
    <w:rsid w:val="00A41438"/>
    <w:rsid w:val="00A44570"/>
    <w:rsid w:val="00A52D37"/>
    <w:rsid w:val="00A57E50"/>
    <w:rsid w:val="00A62418"/>
    <w:rsid w:val="00A667F6"/>
    <w:rsid w:val="00A6723E"/>
    <w:rsid w:val="00A73E8B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D03"/>
    <w:rsid w:val="00B40E52"/>
    <w:rsid w:val="00B517E5"/>
    <w:rsid w:val="00B61578"/>
    <w:rsid w:val="00B72A0B"/>
    <w:rsid w:val="00B73DFD"/>
    <w:rsid w:val="00B748D1"/>
    <w:rsid w:val="00B76610"/>
    <w:rsid w:val="00B77681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F2F38"/>
    <w:rsid w:val="00BF7D44"/>
    <w:rsid w:val="00C062D1"/>
    <w:rsid w:val="00C21B94"/>
    <w:rsid w:val="00C25434"/>
    <w:rsid w:val="00C30390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82057"/>
    <w:rsid w:val="00C857FA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184C"/>
    <w:rsid w:val="00D16AEA"/>
    <w:rsid w:val="00D21168"/>
    <w:rsid w:val="00D21616"/>
    <w:rsid w:val="00D22944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0DAB"/>
    <w:rsid w:val="00D61CE5"/>
    <w:rsid w:val="00D61F05"/>
    <w:rsid w:val="00D64808"/>
    <w:rsid w:val="00D73030"/>
    <w:rsid w:val="00D76CD0"/>
    <w:rsid w:val="00D82159"/>
    <w:rsid w:val="00D94A1B"/>
    <w:rsid w:val="00D95DEA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1DDC"/>
    <w:rsid w:val="00DE53A2"/>
    <w:rsid w:val="00DE5488"/>
    <w:rsid w:val="00DE59BC"/>
    <w:rsid w:val="00E052C4"/>
    <w:rsid w:val="00E066BD"/>
    <w:rsid w:val="00E105AD"/>
    <w:rsid w:val="00E11C40"/>
    <w:rsid w:val="00E164E6"/>
    <w:rsid w:val="00E2097D"/>
    <w:rsid w:val="00E2448A"/>
    <w:rsid w:val="00E259F9"/>
    <w:rsid w:val="00E25EFB"/>
    <w:rsid w:val="00E307FA"/>
    <w:rsid w:val="00E36254"/>
    <w:rsid w:val="00E36F7B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6B3A"/>
    <w:rsid w:val="00ED71E1"/>
    <w:rsid w:val="00ED7499"/>
    <w:rsid w:val="00EE0415"/>
    <w:rsid w:val="00EF04D0"/>
    <w:rsid w:val="00EF16B4"/>
    <w:rsid w:val="00EF5EE1"/>
    <w:rsid w:val="00F01BF3"/>
    <w:rsid w:val="00F05124"/>
    <w:rsid w:val="00F05392"/>
    <w:rsid w:val="00F05A2E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260D"/>
    <w:rsid w:val="00F64B1F"/>
    <w:rsid w:val="00F65CFE"/>
    <w:rsid w:val="00F71978"/>
    <w:rsid w:val="00F73419"/>
    <w:rsid w:val="00F77991"/>
    <w:rsid w:val="00F8409D"/>
    <w:rsid w:val="00F8766B"/>
    <w:rsid w:val="00F911BB"/>
    <w:rsid w:val="00F9131B"/>
    <w:rsid w:val="00F914AD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0A78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on-distribuce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9893\Documents\prov&#225;d&#283;c&#237;%20pokyny\v%20p&#345;&#237;prav&#283;\FO-326%20ECD-PP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dSla xmlns="ec97b823-caf4-45e4-9420-e65ed4bf7beb" xsi:nil="true"/>
    <CdPublisherByGp xmlns="ec97b823-caf4-45e4-9420-e65ed4bf7beb" xsi:nil="true"/>
    <CdIso xmlns="ec97b823-caf4-45e4-9420-e65ed4bf7beb" xsi:nil="true"/>
    <CdRevisionNumber xmlns="ec97b823-caf4-45e4-9420-e65ed4bf7beb">0</CdRevisionNumber>
    <CdValidFrom xmlns="ec97b823-caf4-45e4-9420-e65ed4bf7beb">2019-03-31T22:00:00+00:00</CdValidFrom>
    <CdDocumentNumber xmlns="ec97b823-caf4-45e4-9420-e65ed4bf7beb">ECD-PP-327</CdDocumentNumber>
    <CdPublisherOj xmlns="ec97b823-caf4-45e4-9420-e65ed4bf7beb">ECD - Řízení služeb DS</CdPublisherOj>
    <CdPublisherCompany xmlns="ec97b823-caf4-45e4-9420-e65ed4bf7beb">ECD</CdPublisherCompany>
    <CdStateHidden xmlns="ec97b823-caf4-45e4-9420-e65ed4bf7beb">Publikováno</CdStateHidden>
    <CdValidTo xmlns="ec97b823-caf4-45e4-9420-e65ed4bf7beb" xsi:nil="true"/>
    <CdIrdType xmlns="ec97b823-caf4-45e4-9420-e65ed4bf7beb">PP</CdIrdType>
    <CdIsArchived xmlns="ec97b823-caf4-45e4-9420-e65ed4bf7beb">false</CdIsArchived>
    <CdDocumentType xmlns="ec97b823-caf4-45e4-9420-e65ed4bf7beb">Interní</CdDocumentType>
    <CdEffectiveDate xmlns="ec97b823-caf4-45e4-9420-e65ed4bf7beb">2019-04-14T22:00:00+00:00</CdEffectiveDate>
    <CdActions xmlns="00878111-8856-4b4d-a710-6f650a5029fd" xsi:nil="true"/>
    <EonSignHistory xmlns="ec97b823-caf4-45e4-9420-e65ed4bf7beb" xsi:nil="true"/>
    <EonSignLastUser xmlns="ec97b823-caf4-45e4-9420-e65ed4bf7beb">
      <UserInfo>
        <DisplayName/>
        <AccountId xsi:nil="true"/>
        <AccountType/>
      </UserInfo>
    </EonSignLastUs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81D6430F0D63499BC1452429FA58F7" ma:contentTypeVersion="27" ma:contentTypeDescription="Create a new document." ma:contentTypeScope="" ma:versionID="9aada0f7471c8586430af7cb642a3599">
  <xsd:schema xmlns:xsd="http://www.w3.org/2001/XMLSchema" xmlns:xs="http://www.w3.org/2001/XMLSchema" xmlns:p="http://schemas.microsoft.com/office/2006/metadata/properties" xmlns:ns2="ec97b823-caf4-45e4-9420-e65ed4bf7beb" xmlns:ns3="00878111-8856-4b4d-a710-6f650a5029fd" targetNamespace="http://schemas.microsoft.com/office/2006/metadata/properties" ma:root="true" ma:fieldsID="7bdf46b5db950eb9fda880932a49c939" ns2:_="" ns3:_="">
    <xsd:import namespace="ec97b823-caf4-45e4-9420-e65ed4bf7beb"/>
    <xsd:import namespace="00878111-8856-4b4d-a710-6f650a5029fd"/>
    <xsd:element name="properties">
      <xsd:complexType>
        <xsd:sequence>
          <xsd:element name="documentManagement">
            <xsd:complexType>
              <xsd:all>
                <xsd:element ref="ns2:CdDocumentNumber" minOccurs="0"/>
                <xsd:element ref="ns2:CdValidFrom" minOccurs="0"/>
                <xsd:element ref="ns2:CdEffectiveDate" minOccurs="0"/>
                <xsd:element ref="ns2:CdValidTo" minOccurs="0"/>
                <xsd:element ref="ns2:CdIrdType" minOccurs="0"/>
                <xsd:element ref="ns2:CdIso" minOccurs="0"/>
                <xsd:element ref="ns2:CdPublisherByGp" minOccurs="0"/>
                <xsd:element ref="ns2:CdPublisherCompany" minOccurs="0"/>
                <xsd:element ref="ns2:CdPublisherOj" minOccurs="0"/>
                <xsd:element ref="ns2:CdRevisionNumber" minOccurs="0"/>
                <xsd:element ref="ns2:CdSla" minOccurs="0"/>
                <xsd:element ref="ns2:MediaServiceSearchProperties" minOccurs="0"/>
                <xsd:element ref="ns2:MediaServiceObjectDetectorVersions" minOccurs="0"/>
                <xsd:element ref="ns2:CdIsArchived" minOccurs="0"/>
                <xsd:element ref="ns2:CdStateHidden" minOccurs="0"/>
                <xsd:element ref="ns2:CdDocumentType" minOccurs="0"/>
                <xsd:element ref="ns2:MediaServiceMetadata" minOccurs="0"/>
                <xsd:element ref="ns2:MediaServiceFastMetadata" minOccurs="0"/>
                <xsd:element ref="ns3:CdActions" minOccurs="0"/>
                <xsd:element ref="ns2:EonSignHistory" minOccurs="0"/>
                <xsd:element ref="ns2:EonSignLastUs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7b823-caf4-45e4-9420-e65ed4bf7beb" elementFormDefault="qualified">
    <xsd:import namespace="http://schemas.microsoft.com/office/2006/documentManagement/types"/>
    <xsd:import namespace="http://schemas.microsoft.com/office/infopath/2007/PartnerControls"/>
    <xsd:element name="CdDocumentNumber" ma:index="2" nillable="true" ma:displayName="CdDocumentNumber" ma:indexed="true" ma:internalName="CdDocumentNumber" ma:readOnly="false">
      <xsd:simpleType>
        <xsd:restriction base="dms:Text">
          <xsd:maxLength value="255"/>
        </xsd:restriction>
      </xsd:simpleType>
    </xsd:element>
    <xsd:element name="CdValidFrom" ma:index="3" nillable="true" ma:displayName="CdValidFrom" ma:format="DateOnly" ma:internalName="CdValidFrom" ma:readOnly="false">
      <xsd:simpleType>
        <xsd:restriction base="dms:DateTime"/>
      </xsd:simpleType>
    </xsd:element>
    <xsd:element name="CdEffectiveDate" ma:index="4" nillable="true" ma:displayName="CdEffectiveDate" ma:format="DateOnly" ma:internalName="CdEffectiveDate" ma:readOnly="false">
      <xsd:simpleType>
        <xsd:restriction base="dms:DateTime"/>
      </xsd:simpleType>
    </xsd:element>
    <xsd:element name="CdValidTo" ma:index="5" nillable="true" ma:displayName="CdValidTo" ma:format="DateOnly" ma:internalName="CdValidTo" ma:readOnly="false">
      <xsd:simpleType>
        <xsd:restriction base="dms:DateTime"/>
      </xsd:simpleType>
    </xsd:element>
    <xsd:element name="CdIrdType" ma:index="6" nillable="true" ma:displayName="CdIrdType" ma:format="Dropdown" ma:internalName="CdIrdType" ma:readOnly="false">
      <xsd:simpleType>
        <xsd:restriction base="dms:Choice">
          <xsd:enumeration value="FO-Formulář"/>
          <xsd:enumeration value="GP-Group Policy"/>
          <xsd:enumeration value="PP-Prováděcí pokyn"/>
          <xsd:enumeration value="PK-Příkaz"/>
          <xsd:enumeration value="PŘI-Příručka"/>
          <xsd:enumeration value="RS-Regionální směrnice"/>
          <xsd:enumeration value="Ř-Řád"/>
          <xsd:enumeration value="SM-Směrnice"/>
        </xsd:restriction>
      </xsd:simpleType>
    </xsd:element>
    <xsd:element name="CdIso" ma:index="7" nillable="true" ma:displayName="CdIso" ma:internalName="CdIs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CdPublisherByGp" ma:index="8" nillable="true" ma:displayName="CdPublisherByGp" ma:internalName="CdPublisherByGp" ma:readOnly="false">
      <xsd:simpleType>
        <xsd:restriction base="dms:Text">
          <xsd:maxLength value="255"/>
        </xsd:restriction>
      </xsd:simpleType>
    </xsd:element>
    <xsd:element name="CdPublisherCompany" ma:index="9" nillable="true" ma:displayName="CdPublisherCompany" ma:format="Dropdown" ma:internalName="CdPublisherCompany" ma:readOnly="false">
      <xsd:simpleType>
        <xsd:restriction base="dms:Choice">
          <xsd:enumeration value="ECZR"/>
          <xsd:enumeration value="ECSCZ"/>
          <xsd:enumeration value="ECE"/>
          <xsd:enumeration value="EESCZ"/>
          <xsd:enumeration value="EGD"/>
          <xsd:enumeration value="GDCZ"/>
          <xsd:enumeration value="EON SE"/>
        </xsd:restriction>
      </xsd:simpleType>
    </xsd:element>
    <xsd:element name="CdPublisherOj" ma:index="10" nillable="true" ma:displayName="Vydavatel OJ" ma:internalName="CdPublisherOj">
      <xsd:simpleType>
        <xsd:restriction base="dms:Text">
          <xsd:maxLength value="255"/>
        </xsd:restriction>
      </xsd:simpleType>
    </xsd:element>
    <xsd:element name="CdRevisionNumber" ma:index="11" nillable="true" ma:displayName="CdRevisionNumber" ma:decimals="0" ma:internalName="CdRevisionNumber" ma:readOnly="false" ma:percentage="FALSE">
      <xsd:simpleType>
        <xsd:restriction base="dms:Number"/>
      </xsd:simpleType>
    </xsd:element>
    <xsd:element name="CdSla" ma:index="12" nillable="true" ma:displayName="CdSla" ma:internalName="CdSla" ma:readOnly="false">
      <xsd:simpleType>
        <xsd:restriction base="dms:Text">
          <xsd:maxLength value="255"/>
        </xsd:restriction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CdIsArchived" ma:index="15" nillable="true" ma:displayName="CdIsArchived" ma:default="0" ma:hidden="true" ma:indexed="true" ma:internalName="CdIsArchived" ma:readOnly="false">
      <xsd:simpleType>
        <xsd:restriction base="dms:Boolean"/>
      </xsd:simpleType>
    </xsd:element>
    <xsd:element name="CdStateHidden" ma:index="21" nillable="true" ma:displayName="CdStateHidden" ma:default="Koncept" ma:hidden="true" ma:internalName="CdStateHidden" ma:readOnly="false">
      <xsd:simpleType>
        <xsd:restriction base="dms:Text">
          <xsd:maxLength value="255"/>
        </xsd:restriction>
      </xsd:simpleType>
    </xsd:element>
    <xsd:element name="CdDocumentType" ma:index="24" nillable="true" ma:displayName="CdDocumentType" ma:default="Interní" ma:hidden="true" ma:internalName="CdDocumentType" ma:readOnly="false">
      <xsd:simpleType>
        <xsd:restriction base="dms:Text">
          <xsd:maxLength value="255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EonSignHistory" ma:index="28" nillable="true" ma:displayName="EonSignHistory" ma:internalName="EonSignHistory">
      <xsd:simpleType>
        <xsd:restriction base="dms:Note"/>
      </xsd:simpleType>
    </xsd:element>
    <xsd:element name="EonSignLastUser" ma:index="29" nillable="true" ma:displayName="EonSignLastUser" ma:internalName="EonSignLastUs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78111-8856-4b4d-a710-6f650a5029fd" elementFormDefault="qualified">
    <xsd:import namespace="http://schemas.microsoft.com/office/2006/documentManagement/types"/>
    <xsd:import namespace="http://schemas.microsoft.com/office/infopath/2007/PartnerControls"/>
    <xsd:element name="CdActions" ma:index="27" nillable="true" ma:displayName="Akce a informace" ma:internalName="CdAction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FCF07B-2EAB-4D71-AD82-E3C96B7ED0D0}">
  <ds:schemaRefs/>
</ds:datastoreItem>
</file>

<file path=customXml/itemProps2.xml><?xml version="1.0" encoding="utf-8"?>
<ds:datastoreItem xmlns:ds="http://schemas.openxmlformats.org/officeDocument/2006/customXml" ds:itemID="{D5C9E08B-8DF8-4CFD-AC21-45738DB73167}">
  <ds:schemaRefs/>
</ds:datastoreItem>
</file>

<file path=customXml/itemProps3.xml><?xml version="1.0" encoding="utf-8"?>
<ds:datastoreItem xmlns:ds="http://schemas.openxmlformats.org/officeDocument/2006/customXml" ds:itemID="{F42AF9B5-0FFE-491D-9A81-E7214ABB0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7b823-caf4-45e4-9420-e65ed4bf7beb"/>
    <ds:schemaRef ds:uri="00878111-8856-4b4d-a710-6f650a502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FO-326 ECD-PP_šablona</Template>
  <TotalTime>0</TotalTime>
  <Pages>7</Pages>
  <Words>1994</Words>
  <Characters>11767</Characters>
  <Application>Microsoft Office Word</Application>
  <DocSecurity>2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Postup při žádosti o odplombování a opětné zaplombování</vt:lpstr>
    </vt:vector>
  </TitlesOfParts>
  <Company/>
  <LinksUpToDate>false</LinksUpToDate>
  <CharactersWithSpaces>13734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 při žádosti o odplombování a opětné zaplombování</dc:title>
  <dc:creator/>
  <cp:lastModifiedBy/>
  <cp:revision>1</cp:revision>
  <dcterms:created xsi:type="dcterms:W3CDTF">2025-04-15T09:50:00Z</dcterms:created>
  <dcterms:modified xsi:type="dcterms:W3CDTF">2025-04-15T09:50:00Z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0x0101008E81D6430F0D63499BC1452429FA58F7</vt:lpwstr>
  </property>
  <property fmtid="{D5CDD505-2E9C-101B-9397-08002B2CF9AE}" pid="3" name="Draft">
    <vt:lpwstr>;#0;#</vt:lpwstr>
  </property>
  <property fmtid="{D5CDD505-2E9C-101B-9397-08002B2CF9AE}" pid="4" name="FolderOrDocument">
    <vt:lpwstr>0</vt:lpwstr>
  </property>
  <property fmtid="{D5CDD505-2E9C-101B-9397-08002B2CF9AE}" pid="5" name="LinkMajorVersion">
    <vt:lpwstr>512</vt:lpwstr>
  </property>
</Properties>
</file>